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7655"/>
      </w:tblGrid>
      <w:tr w:rsidR="00620AF0" w:rsidRPr="00A14428" w14:paraId="49D5FE86" w14:textId="77777777" w:rsidTr="00715D13">
        <w:trPr>
          <w:trHeight w:val="14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5DD6C71" w14:textId="3B8010E1" w:rsidR="00620AF0" w:rsidRPr="00A14428" w:rsidRDefault="00620AF0">
            <w:pPr>
              <w:pStyle w:val="ZCom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5A960F4E" w14:textId="77777777" w:rsidR="00620AF0" w:rsidRPr="00A14428" w:rsidRDefault="00620AF0">
            <w:pPr>
              <w:pStyle w:val="ZDGName"/>
              <w:rPr>
                <w:sz w:val="22"/>
                <w:szCs w:val="22"/>
              </w:rPr>
            </w:pPr>
          </w:p>
        </w:tc>
      </w:tr>
    </w:tbl>
    <w:p w14:paraId="319236B1" w14:textId="77777777" w:rsidR="00620AF0" w:rsidRPr="00A14428" w:rsidRDefault="004C5034" w:rsidP="00393B89">
      <w:pPr>
        <w:shd w:val="clear" w:color="auto" w:fill="FFFFFF"/>
        <w:spacing w:after="0" w:line="274" w:lineRule="exact"/>
        <w:ind w:left="139"/>
        <w:jc w:val="center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color w:val="000000"/>
          <w:sz w:val="22"/>
          <w:szCs w:val="22"/>
        </w:rPr>
        <w:t>APPLICATION FORM</w:t>
      </w:r>
    </w:p>
    <w:p w14:paraId="5149003D" w14:textId="77777777" w:rsidR="00620AF0" w:rsidRPr="00A14428" w:rsidRDefault="004C5034" w:rsidP="00393B89">
      <w:pPr>
        <w:shd w:val="clear" w:color="auto" w:fill="FFFFFF"/>
        <w:spacing w:after="0" w:line="274" w:lineRule="exact"/>
        <w:ind w:left="144"/>
        <w:jc w:val="center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FOR THE ESTABLISHMENT OF A RESERVE LIST FOR</w:t>
      </w:r>
      <w:r w:rsidRPr="00A14428">
        <w:rPr>
          <w:rFonts w:ascii="Arial" w:hAnsi="Arial" w:cs="Arial"/>
          <w:sz w:val="22"/>
          <w:szCs w:val="22"/>
        </w:rPr>
        <w:br/>
      </w:r>
      <w:r w:rsidRPr="00A14428">
        <w:rPr>
          <w:rFonts w:ascii="Arial" w:hAnsi="Arial" w:cs="Arial"/>
          <w:b/>
          <w:spacing w:val="-1"/>
          <w:sz w:val="22"/>
          <w:szCs w:val="22"/>
        </w:rPr>
        <w:t>SUPPORT</w:t>
      </w:r>
      <w:r w:rsidRPr="00A14428">
        <w:rPr>
          <w:rFonts w:ascii="Arial" w:hAnsi="Arial" w:cs="Arial"/>
          <w:b/>
          <w:sz w:val="22"/>
          <w:szCs w:val="22"/>
        </w:rPr>
        <w:t xml:space="preserve"> OFFICER</w:t>
      </w:r>
      <w:r w:rsidR="006A7395" w:rsidRPr="00A14428">
        <w:rPr>
          <w:rFonts w:ascii="Arial" w:hAnsi="Arial" w:cs="Arial"/>
          <w:b/>
          <w:sz w:val="22"/>
          <w:szCs w:val="22"/>
        </w:rPr>
        <w:t>S</w:t>
      </w:r>
    </w:p>
    <w:p w14:paraId="789AF920" w14:textId="77777777" w:rsidR="00620AF0" w:rsidRPr="00A14428" w:rsidRDefault="004C5034" w:rsidP="00393B89">
      <w:pPr>
        <w:shd w:val="clear" w:color="auto" w:fill="FFFFFF"/>
        <w:spacing w:after="0" w:line="274" w:lineRule="exact"/>
        <w:ind w:left="144"/>
        <w:jc w:val="center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color w:val="000000"/>
          <w:sz w:val="22"/>
          <w:szCs w:val="22"/>
        </w:rPr>
        <w:t>OF THE BEREC OFFICE</w:t>
      </w:r>
    </w:p>
    <w:p w14:paraId="6C544013" w14:textId="77777777" w:rsidR="00620AF0" w:rsidRPr="00A14428" w:rsidRDefault="00620AF0">
      <w:pPr>
        <w:rPr>
          <w:rFonts w:ascii="Arial" w:hAnsi="Arial" w:cs="Arial"/>
          <w:sz w:val="22"/>
          <w:szCs w:val="22"/>
        </w:rPr>
      </w:pPr>
    </w:p>
    <w:p w14:paraId="772B180D" w14:textId="77777777" w:rsidR="00620AF0" w:rsidRPr="00A14428" w:rsidRDefault="004C5034" w:rsidP="003D30F6">
      <w:pPr>
        <w:shd w:val="clear" w:color="auto" w:fill="FFFFFF"/>
        <w:spacing w:before="178"/>
        <w:ind w:left="360" w:hanging="360"/>
        <w:rPr>
          <w:rFonts w:ascii="Arial" w:hAnsi="Arial" w:cs="Arial"/>
          <w:color w:val="000000"/>
          <w:spacing w:val="-5"/>
          <w:sz w:val="22"/>
          <w:szCs w:val="22"/>
        </w:rPr>
      </w:pPr>
      <w:r w:rsidRPr="00A14428">
        <w:rPr>
          <w:rFonts w:ascii="Arial" w:hAnsi="Arial" w:cs="Arial"/>
          <w:color w:val="000000"/>
          <w:spacing w:val="-5"/>
          <w:sz w:val="22"/>
          <w:szCs w:val="22"/>
        </w:rPr>
        <w:t>1.</w:t>
      </w:r>
      <w:r w:rsidRPr="00A14428">
        <w:rPr>
          <w:rFonts w:ascii="Arial" w:hAnsi="Arial" w:cs="Arial"/>
          <w:color w:val="000000"/>
          <w:spacing w:val="-5"/>
          <w:sz w:val="22"/>
          <w:szCs w:val="22"/>
        </w:rPr>
        <w:tab/>
        <w:t>Surname</w:t>
      </w:r>
      <w:r w:rsidRPr="00A14428">
        <w:rPr>
          <w:rStyle w:val="FootnoteReference"/>
          <w:rFonts w:ascii="Arial" w:hAnsi="Arial" w:cs="Arial"/>
          <w:color w:val="000000"/>
          <w:spacing w:val="-5"/>
          <w:sz w:val="22"/>
          <w:szCs w:val="22"/>
        </w:rPr>
        <w:footnoteReference w:id="2"/>
      </w:r>
      <w:r w:rsidRPr="00A14428">
        <w:rPr>
          <w:rFonts w:ascii="Arial" w:hAnsi="Arial" w:cs="Arial"/>
          <w:color w:val="000000"/>
          <w:spacing w:val="-5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9F09F5" w:rsidRPr="00A14428" w14:paraId="7282478C" w14:textId="77777777" w:rsidTr="00D97E6B">
        <w:trPr>
          <w:trHeight w:val="558"/>
        </w:trPr>
        <w:tc>
          <w:tcPr>
            <w:tcW w:w="8834" w:type="dxa"/>
          </w:tcPr>
          <w:p w14:paraId="4B46B45E" w14:textId="77777777" w:rsidR="009F09F5" w:rsidRPr="00A44BE0" w:rsidRDefault="009F09F5" w:rsidP="00D97E6B">
            <w:pPr>
              <w:spacing w:before="120" w:after="120"/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</w:pPr>
          </w:p>
        </w:tc>
      </w:tr>
    </w:tbl>
    <w:p w14:paraId="0AFFB80E" w14:textId="77777777" w:rsidR="00620AF0" w:rsidRPr="00A14428" w:rsidRDefault="004C5034" w:rsidP="003D30F6">
      <w:pPr>
        <w:shd w:val="clear" w:color="auto" w:fill="FFFFFF"/>
        <w:tabs>
          <w:tab w:val="left" w:pos="709"/>
          <w:tab w:val="left" w:pos="5670"/>
        </w:tabs>
        <w:spacing w:before="240" w:after="120"/>
        <w:ind w:left="360" w:hanging="360"/>
        <w:rPr>
          <w:rFonts w:ascii="Arial" w:hAnsi="Arial" w:cs="Arial"/>
          <w:color w:val="000000"/>
          <w:spacing w:val="-2"/>
          <w:sz w:val="22"/>
          <w:szCs w:val="22"/>
        </w:rPr>
      </w:pPr>
      <w:r w:rsidRPr="00A14428">
        <w:rPr>
          <w:rFonts w:ascii="Arial" w:hAnsi="Arial" w:cs="Arial"/>
          <w:color w:val="000000"/>
          <w:sz w:val="22"/>
          <w:szCs w:val="22"/>
        </w:rPr>
        <w:t>2.</w:t>
      </w:r>
      <w:r w:rsidRPr="00A14428">
        <w:rPr>
          <w:rFonts w:ascii="Arial" w:hAnsi="Arial" w:cs="Arial"/>
          <w:color w:val="000000"/>
          <w:sz w:val="22"/>
          <w:szCs w:val="22"/>
        </w:rPr>
        <w:tab/>
      </w:r>
      <w:r w:rsidRPr="00A14428">
        <w:rPr>
          <w:rFonts w:ascii="Arial" w:hAnsi="Arial" w:cs="Arial"/>
          <w:color w:val="000000"/>
          <w:spacing w:val="-2"/>
          <w:sz w:val="22"/>
          <w:szCs w:val="22"/>
        </w:rPr>
        <w:t>Forename:</w:t>
      </w:r>
      <w:r w:rsidRPr="00A14428">
        <w:rPr>
          <w:rFonts w:ascii="Arial" w:hAnsi="Arial" w:cs="Arial"/>
          <w:color w:val="000000"/>
          <w:spacing w:val="-2"/>
          <w:sz w:val="22"/>
          <w:szCs w:val="22"/>
        </w:rPr>
        <w:tab/>
        <w:t>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9F09F5" w:rsidRPr="00A14428" w14:paraId="566185E2" w14:textId="77777777" w:rsidTr="00D97E6B">
        <w:tc>
          <w:tcPr>
            <w:tcW w:w="8834" w:type="dxa"/>
          </w:tcPr>
          <w:p w14:paraId="0F449DAC" w14:textId="77777777" w:rsidR="009F09F5" w:rsidRPr="00A14428" w:rsidRDefault="009F09F5" w:rsidP="00D97E6B">
            <w:pPr>
              <w:tabs>
                <w:tab w:val="left" w:pos="709"/>
                <w:tab w:val="left" w:pos="5670"/>
              </w:tabs>
              <w:spacing w:before="1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5A03FE" w14:textId="77777777" w:rsidR="00623A25" w:rsidRPr="00A14428" w:rsidRDefault="00623A25" w:rsidP="00623A25">
      <w:pPr>
        <w:shd w:val="clear" w:color="auto" w:fill="FFFFFF"/>
        <w:tabs>
          <w:tab w:val="left" w:pos="709"/>
          <w:tab w:val="left" w:pos="5670"/>
        </w:tabs>
        <w:spacing w:before="19"/>
        <w:rPr>
          <w:rFonts w:ascii="Arial" w:hAnsi="Arial" w:cs="Arial"/>
          <w:sz w:val="22"/>
          <w:szCs w:val="22"/>
        </w:rPr>
      </w:pPr>
    </w:p>
    <w:p w14:paraId="76581FC1" w14:textId="77777777" w:rsidR="00623A25" w:rsidRPr="00A14428" w:rsidRDefault="004C5034" w:rsidP="003D30F6">
      <w:pPr>
        <w:ind w:left="36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3.</w:t>
      </w:r>
      <w:r w:rsidRPr="00A14428">
        <w:rPr>
          <w:rFonts w:ascii="Arial" w:hAnsi="Arial" w:cs="Arial"/>
          <w:sz w:val="22"/>
          <w:szCs w:val="22"/>
        </w:rPr>
        <w:tab/>
        <w:t xml:space="preserve">Date of birth:  </w:t>
      </w:r>
      <w:proofErr w:type="spellStart"/>
      <w:r w:rsidRPr="00A14428">
        <w:rPr>
          <w:rFonts w:ascii="Arial" w:hAnsi="Arial" w:cs="Arial"/>
          <w:sz w:val="22"/>
          <w:szCs w:val="22"/>
        </w:rPr>
        <w:t>dd</w:t>
      </w:r>
      <w:proofErr w:type="spellEnd"/>
      <w:r w:rsidRPr="00A14428">
        <w:rPr>
          <w:rFonts w:ascii="Arial" w:hAnsi="Arial" w:cs="Arial"/>
          <w:sz w:val="22"/>
          <w:szCs w:val="22"/>
        </w:rPr>
        <w:t>/mm/</w:t>
      </w:r>
      <w:proofErr w:type="spellStart"/>
      <w:r w:rsidRPr="00A14428">
        <w:rPr>
          <w:rFonts w:ascii="Arial" w:hAnsi="Arial" w:cs="Arial"/>
          <w:sz w:val="22"/>
          <w:szCs w:val="22"/>
        </w:rPr>
        <w:t>yyyy</w:t>
      </w:r>
      <w:proofErr w:type="spellEnd"/>
    </w:p>
    <w:p w14:paraId="2DC73250" w14:textId="4DD74EB9" w:rsidR="00623A25" w:rsidRPr="00A14428" w:rsidRDefault="004C5034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4.</w:t>
      </w:r>
      <w:r w:rsidRPr="00A14428">
        <w:rPr>
          <w:rFonts w:ascii="Arial" w:hAnsi="Arial" w:cs="Arial"/>
          <w:sz w:val="22"/>
          <w:szCs w:val="22"/>
        </w:rPr>
        <w:tab/>
        <w:t>Gender</w:t>
      </w:r>
      <w:r w:rsidR="00B906D2" w:rsidRPr="00A14428">
        <w:rPr>
          <w:rFonts w:ascii="Arial" w:hAnsi="Arial" w:cs="Arial"/>
          <w:sz w:val="22"/>
          <w:szCs w:val="22"/>
        </w:rPr>
        <w:t>:</w:t>
      </w:r>
      <w:r w:rsidRPr="00A14428">
        <w:rPr>
          <w:rFonts w:ascii="Arial" w:hAnsi="Arial" w:cs="Arial"/>
          <w:sz w:val="22"/>
          <w:szCs w:val="22"/>
        </w:rPr>
        <w:tab/>
        <w:t>Male</w:t>
      </w:r>
      <w:r w:rsidRPr="00A14428">
        <w:rPr>
          <w:rFonts w:ascii="Arial" w:hAnsi="Arial" w:cs="Arial"/>
          <w:sz w:val="22"/>
          <w:szCs w:val="22"/>
        </w:rPr>
        <w:tab/>
        <w:t xml:space="preserve">Female  </w:t>
      </w:r>
    </w:p>
    <w:p w14:paraId="4DE20300" w14:textId="77777777" w:rsidR="00623A25" w:rsidRPr="00A14428" w:rsidRDefault="004C5034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5.</w:t>
      </w:r>
      <w:r w:rsidRPr="00A14428">
        <w:rPr>
          <w:rFonts w:ascii="Arial" w:hAnsi="Arial" w:cs="Arial"/>
          <w:sz w:val="22"/>
          <w:szCs w:val="22"/>
        </w:rPr>
        <w:tab/>
        <w:t>Address for correspondence</w:t>
      </w:r>
      <w:r w:rsidRPr="00A14428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Pr="00A14428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1"/>
        <w:gridCol w:w="5251"/>
      </w:tblGrid>
      <w:tr w:rsidR="00393B89" w:rsidRPr="00A14428" w14:paraId="5B097DDD" w14:textId="77777777" w:rsidTr="002D1F35">
        <w:trPr>
          <w:trHeight w:hRule="exact" w:val="302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99EBF7" w14:textId="77777777" w:rsidR="00393B89" w:rsidRPr="00A1442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 w:rsidRPr="00A44BE0">
              <w:rPr>
                <w:rFonts w:ascii="Arial" w:hAnsi="Arial" w:cs="Arial"/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FE6230" w14:textId="77777777" w:rsidR="00393B89" w:rsidRPr="00A1442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3B89" w:rsidRPr="00A14428" w14:paraId="6D352354" w14:textId="77777777" w:rsidTr="002D1F35">
        <w:trPr>
          <w:trHeight w:hRule="exact" w:val="240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2E6A7E" w14:textId="77777777" w:rsidR="00393B89" w:rsidRPr="00A1442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color w:val="000000"/>
                <w:sz w:val="22"/>
                <w:szCs w:val="22"/>
              </w:rPr>
              <w:t>Postcode:               Town: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B82A22" w14:textId="77777777" w:rsidR="00393B89" w:rsidRPr="00A1442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color w:val="000000"/>
                <w:sz w:val="22"/>
                <w:szCs w:val="22"/>
              </w:rPr>
              <w:t>Country:</w:t>
            </w:r>
          </w:p>
        </w:tc>
      </w:tr>
      <w:tr w:rsidR="00393B89" w:rsidRPr="00A14428" w14:paraId="7350EACD" w14:textId="77777777" w:rsidTr="002D1F35">
        <w:trPr>
          <w:trHeight w:hRule="exact" w:val="25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994A93" w14:textId="77777777" w:rsidR="00393B89" w:rsidRPr="00A1442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color w:val="000000"/>
                <w:sz w:val="22"/>
                <w:szCs w:val="22"/>
              </w:rPr>
              <w:t>Office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CEA305" w14:textId="77777777" w:rsidR="00393B89" w:rsidRPr="00A1442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color w:val="000000"/>
                <w:sz w:val="22"/>
                <w:szCs w:val="22"/>
              </w:rPr>
              <w:t>Mobile No:</w:t>
            </w:r>
          </w:p>
        </w:tc>
      </w:tr>
      <w:tr w:rsidR="00393B89" w:rsidRPr="00A14428" w14:paraId="1348C586" w14:textId="77777777" w:rsidTr="002D1F3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4CC193" w14:textId="77777777" w:rsidR="00393B89" w:rsidRPr="00A1442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color w:val="000000"/>
                <w:sz w:val="22"/>
                <w:szCs w:val="22"/>
              </w:rPr>
              <w:t>Private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AAC4B2" w14:textId="77777777" w:rsidR="00393B89" w:rsidRPr="00A1442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color w:val="000000"/>
                <w:sz w:val="22"/>
                <w:szCs w:val="22"/>
              </w:rPr>
              <w:t>Fax No:</w:t>
            </w:r>
          </w:p>
        </w:tc>
      </w:tr>
      <w:tr w:rsidR="00393B89" w:rsidRPr="00A14428" w14:paraId="6FE3B25B" w14:textId="77777777" w:rsidTr="002D1F35">
        <w:trPr>
          <w:trHeight w:hRule="exact" w:val="235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CE5C86" w14:textId="77777777" w:rsidR="00393B89" w:rsidRPr="00A1442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C07F63" w14:textId="77777777" w:rsidR="00393B89" w:rsidRPr="00A1442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3B89" w:rsidRPr="00A14428" w14:paraId="560A81B2" w14:textId="77777777" w:rsidTr="002D1F3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3E5282" w14:textId="77777777" w:rsidR="00393B89" w:rsidRPr="00A14428" w:rsidRDefault="004C5034" w:rsidP="002D1F35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F00C09" w14:textId="77777777" w:rsidR="00393B89" w:rsidRPr="00A14428" w:rsidRDefault="00393B89" w:rsidP="002D1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1E6DFE" w14:textId="77777777" w:rsidR="00393B89" w:rsidRPr="00A14428" w:rsidRDefault="00393B89" w:rsidP="00623A25">
      <w:pPr>
        <w:tabs>
          <w:tab w:val="left" w:pos="709"/>
          <w:tab w:val="left" w:pos="2268"/>
          <w:tab w:val="left" w:pos="3969"/>
        </w:tabs>
        <w:rPr>
          <w:rFonts w:ascii="Arial" w:hAnsi="Arial" w:cs="Arial"/>
          <w:sz w:val="22"/>
          <w:szCs w:val="22"/>
        </w:rPr>
      </w:pPr>
    </w:p>
    <w:p w14:paraId="666E8B6D" w14:textId="77777777" w:rsidR="00393B89" w:rsidRPr="00A14428" w:rsidRDefault="004C5034" w:rsidP="003D30F6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6.</w:t>
      </w:r>
      <w:r w:rsidRPr="00A14428">
        <w:rPr>
          <w:rFonts w:ascii="Arial" w:hAnsi="Arial" w:cs="Arial"/>
          <w:sz w:val="22"/>
          <w:szCs w:val="22"/>
        </w:rPr>
        <w:tab/>
        <w:t>Nationality: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F507C0" w:rsidRPr="00A14428" w14:paraId="09936390" w14:textId="77777777" w:rsidTr="00C60F13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E7D301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BE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969140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BG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4F0D74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CY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C406BD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CZ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435435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DK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023D0A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EC5C90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EL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A7AF11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ES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F40633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ET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9EC95E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FR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9FD1EB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HR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451C1C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HU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541BB0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IE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B70DA7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IT</w:t>
            </w:r>
          </w:p>
        </w:tc>
      </w:tr>
      <w:tr w:rsidR="00F507C0" w:rsidRPr="00A14428" w14:paraId="7F318546" w14:textId="77777777" w:rsidTr="00C60F13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5F3F03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LT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01482B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LU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3A7569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LV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B7042D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MT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2813AE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NL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87D240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AT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99CB80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PL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20B6DB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PT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13C2BA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RO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224B3C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FI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AD2BB1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SE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71F88B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SK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58E521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SV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5B0DE9" w14:textId="77777777" w:rsidR="00F507C0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UK</w:t>
            </w:r>
          </w:p>
        </w:tc>
      </w:tr>
    </w:tbl>
    <w:p w14:paraId="29D2C245" w14:textId="77777777" w:rsidR="00F507C0" w:rsidRPr="00A14428" w:rsidRDefault="00F507C0" w:rsidP="003D30F6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pacing w:val="-1"/>
          <w:sz w:val="22"/>
          <w:szCs w:val="22"/>
        </w:rPr>
      </w:pPr>
    </w:p>
    <w:p w14:paraId="1573A404" w14:textId="77777777" w:rsidR="003D30F6" w:rsidRPr="00A14428" w:rsidRDefault="004C5034" w:rsidP="003D30F6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pacing w:val="-1"/>
          <w:sz w:val="22"/>
          <w:szCs w:val="22"/>
        </w:rPr>
        <w:t>7.</w:t>
      </w:r>
      <w:r w:rsidRPr="00A14428">
        <w:rPr>
          <w:rFonts w:ascii="Arial" w:hAnsi="Arial" w:cs="Arial"/>
          <w:spacing w:val="-1"/>
          <w:sz w:val="22"/>
          <w:szCs w:val="22"/>
        </w:rPr>
        <w:tab/>
      </w:r>
      <w:r w:rsidRPr="00A14428">
        <w:rPr>
          <w:rFonts w:ascii="Arial" w:hAnsi="Arial" w:cs="Arial"/>
          <w:sz w:val="22"/>
          <w:szCs w:val="22"/>
        </w:rPr>
        <w:t>A post-secondary education attested by a diploma, or a secondary education attested by a diploma giving access to post-secondary education</w:t>
      </w:r>
      <w:r w:rsidRPr="00A14428">
        <w:rPr>
          <w:rFonts w:ascii="Arial" w:hAnsi="Arial" w:cs="Arial"/>
          <w:spacing w:val="-1"/>
          <w:sz w:val="22"/>
          <w:szCs w:val="22"/>
        </w:rPr>
        <w:t>, please specify</w:t>
      </w:r>
      <w:r w:rsidRPr="00A14428">
        <w:rPr>
          <w:rFonts w:ascii="Arial" w:hAnsi="Arial" w:cs="Arial"/>
          <w:sz w:val="22"/>
          <w:szCs w:val="22"/>
        </w:rPr>
        <w:t>:</w:t>
      </w:r>
    </w:p>
    <w:p w14:paraId="1067E3DB" w14:textId="77777777" w:rsidR="00332A29" w:rsidRPr="00A14428" w:rsidRDefault="00332A29" w:rsidP="003D30F6">
      <w:pPr>
        <w:tabs>
          <w:tab w:val="left" w:pos="2268"/>
          <w:tab w:val="left" w:pos="3969"/>
        </w:tabs>
        <w:ind w:left="360" w:hanging="3"/>
        <w:rPr>
          <w:rFonts w:ascii="Arial" w:hAnsi="Arial" w:cs="Arial"/>
          <w:color w:val="000000"/>
          <w:sz w:val="22"/>
          <w:szCs w:val="22"/>
        </w:rPr>
      </w:pPr>
    </w:p>
    <w:p w14:paraId="7C9CF716" w14:textId="77777777" w:rsidR="00ED0C35" w:rsidRPr="00A14428" w:rsidRDefault="00ED0C35" w:rsidP="003D30F6">
      <w:pPr>
        <w:tabs>
          <w:tab w:val="left" w:pos="2268"/>
          <w:tab w:val="left" w:pos="3969"/>
        </w:tabs>
        <w:ind w:left="360" w:hanging="3"/>
        <w:rPr>
          <w:rFonts w:ascii="Arial" w:hAnsi="Arial" w:cs="Arial"/>
          <w:color w:val="000000"/>
          <w:sz w:val="22"/>
          <w:szCs w:val="22"/>
        </w:rPr>
      </w:pPr>
    </w:p>
    <w:p w14:paraId="2CBFFF7A" w14:textId="77777777" w:rsidR="00ED0C35" w:rsidRPr="00A14428" w:rsidRDefault="00ED0C35" w:rsidP="003D30F6">
      <w:pPr>
        <w:tabs>
          <w:tab w:val="left" w:pos="2268"/>
          <w:tab w:val="left" w:pos="3969"/>
        </w:tabs>
        <w:ind w:left="360" w:hanging="3"/>
        <w:rPr>
          <w:rFonts w:ascii="Arial" w:hAnsi="Arial" w:cs="Arial"/>
          <w:color w:val="000000"/>
          <w:sz w:val="22"/>
          <w:szCs w:val="22"/>
        </w:rPr>
      </w:pPr>
    </w:p>
    <w:p w14:paraId="5CB8C828" w14:textId="77777777" w:rsidR="006A1244" w:rsidRPr="00A14428" w:rsidRDefault="006A1244" w:rsidP="003D30F6">
      <w:pPr>
        <w:tabs>
          <w:tab w:val="left" w:pos="2268"/>
          <w:tab w:val="left" w:pos="3969"/>
        </w:tabs>
        <w:ind w:left="360" w:hanging="3"/>
        <w:rPr>
          <w:rFonts w:ascii="Arial" w:hAnsi="Arial" w:cs="Arial"/>
          <w:color w:val="000000"/>
          <w:sz w:val="22"/>
          <w:szCs w:val="22"/>
        </w:rPr>
      </w:pPr>
    </w:p>
    <w:p w14:paraId="37E38265" w14:textId="77777777" w:rsidR="00393B89" w:rsidRPr="00A14428" w:rsidRDefault="004C5034" w:rsidP="00332A29">
      <w:pPr>
        <w:tabs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8.</w:t>
      </w:r>
      <w:r w:rsidRPr="00A14428">
        <w:rPr>
          <w:rFonts w:ascii="Arial" w:hAnsi="Arial" w:cs="Arial"/>
          <w:sz w:val="22"/>
          <w:szCs w:val="22"/>
        </w:rPr>
        <w:tab/>
        <w:t>Other studies:</w:t>
      </w:r>
    </w:p>
    <w:p w14:paraId="2E0E2AB1" w14:textId="77777777" w:rsidR="00393B89" w:rsidRPr="00A14428" w:rsidRDefault="004C5034" w:rsidP="005231A6">
      <w:pPr>
        <w:ind w:left="36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9.</w:t>
      </w:r>
      <w:r w:rsidRPr="00A14428">
        <w:rPr>
          <w:rFonts w:ascii="Arial" w:hAnsi="Arial" w:cs="Arial"/>
          <w:sz w:val="22"/>
          <w:szCs w:val="22"/>
        </w:rPr>
        <w:tab/>
        <w:t>Knowledge of languages:</w:t>
      </w:r>
    </w:p>
    <w:p w14:paraId="7088A582" w14:textId="77777777" w:rsidR="00332A29" w:rsidRPr="00A14428" w:rsidRDefault="004C5034" w:rsidP="00332A29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Place the following numbers (1, 2 or 3) in the appropriate box or boxes:</w:t>
      </w:r>
    </w:p>
    <w:p w14:paraId="45426AEE" w14:textId="77777777" w:rsidR="00332A29" w:rsidRPr="00A14428" w:rsidRDefault="004C5034" w:rsidP="00332A29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 xml:space="preserve">1 - </w:t>
      </w:r>
      <w:proofErr w:type="gramStart"/>
      <w:r w:rsidRPr="00A14428">
        <w:rPr>
          <w:rFonts w:ascii="Arial" w:hAnsi="Arial" w:cs="Arial"/>
          <w:sz w:val="22"/>
          <w:szCs w:val="22"/>
        </w:rPr>
        <w:t>mother</w:t>
      </w:r>
      <w:proofErr w:type="gramEnd"/>
      <w:r w:rsidRPr="00A14428">
        <w:rPr>
          <w:rFonts w:ascii="Arial" w:hAnsi="Arial" w:cs="Arial"/>
          <w:sz w:val="22"/>
          <w:szCs w:val="22"/>
        </w:rPr>
        <w:t xml:space="preserve"> tongue or thorough knowledge;</w:t>
      </w:r>
    </w:p>
    <w:p w14:paraId="200D0C4C" w14:textId="77777777" w:rsidR="00332A29" w:rsidRPr="00A14428" w:rsidRDefault="004C5034" w:rsidP="00332A29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 xml:space="preserve">2 - </w:t>
      </w:r>
      <w:proofErr w:type="gramStart"/>
      <w:r w:rsidRPr="00A14428">
        <w:rPr>
          <w:rFonts w:ascii="Arial" w:hAnsi="Arial" w:cs="Arial"/>
          <w:sz w:val="22"/>
          <w:szCs w:val="22"/>
        </w:rPr>
        <w:t>very</w:t>
      </w:r>
      <w:proofErr w:type="gramEnd"/>
      <w:r w:rsidRPr="00A14428">
        <w:rPr>
          <w:rFonts w:ascii="Arial" w:hAnsi="Arial" w:cs="Arial"/>
          <w:sz w:val="22"/>
          <w:szCs w:val="22"/>
        </w:rPr>
        <w:t xml:space="preserve"> good knowledge;</w:t>
      </w:r>
    </w:p>
    <w:p w14:paraId="2F9D7F4D" w14:textId="77777777" w:rsidR="00332A29" w:rsidRPr="00A14428" w:rsidRDefault="004C5034" w:rsidP="00332A29">
      <w:pPr>
        <w:spacing w:after="0"/>
        <w:ind w:left="720" w:hanging="360"/>
        <w:rPr>
          <w:rFonts w:ascii="Arial" w:hAnsi="Arial" w:cs="Arial"/>
          <w:spacing w:val="-9"/>
          <w:sz w:val="22"/>
          <w:szCs w:val="22"/>
        </w:rPr>
      </w:pPr>
      <w:r w:rsidRPr="00A14428">
        <w:rPr>
          <w:rFonts w:ascii="Arial" w:hAnsi="Arial" w:cs="Arial"/>
          <w:spacing w:val="-9"/>
          <w:sz w:val="22"/>
          <w:szCs w:val="22"/>
        </w:rPr>
        <w:t xml:space="preserve">3 - </w:t>
      </w:r>
      <w:proofErr w:type="gramStart"/>
      <w:r w:rsidRPr="00A14428">
        <w:rPr>
          <w:rFonts w:ascii="Arial" w:hAnsi="Arial" w:cs="Arial"/>
          <w:spacing w:val="-9"/>
          <w:sz w:val="22"/>
          <w:szCs w:val="22"/>
        </w:rPr>
        <w:t>satisfactory</w:t>
      </w:r>
      <w:proofErr w:type="gramEnd"/>
      <w:r w:rsidRPr="00A14428">
        <w:rPr>
          <w:rFonts w:ascii="Arial" w:hAnsi="Arial" w:cs="Arial"/>
          <w:spacing w:val="-9"/>
          <w:sz w:val="22"/>
          <w:szCs w:val="22"/>
        </w:rPr>
        <w:t xml:space="preserve"> knowledge.</w:t>
      </w:r>
    </w:p>
    <w:p w14:paraId="48296F95" w14:textId="77777777" w:rsidR="00393B89" w:rsidRPr="00A14428" w:rsidRDefault="00393B89" w:rsidP="00393B89">
      <w:pPr>
        <w:tabs>
          <w:tab w:val="left" w:pos="709"/>
          <w:tab w:val="left" w:pos="2268"/>
          <w:tab w:val="left" w:pos="3969"/>
        </w:tabs>
        <w:spacing w:after="0"/>
        <w:rPr>
          <w:rFonts w:ascii="Arial" w:hAnsi="Arial" w:cs="Arial"/>
          <w:color w:val="000000"/>
          <w:spacing w:val="-9"/>
          <w:sz w:val="22"/>
          <w:szCs w:val="22"/>
        </w:rPr>
      </w:pPr>
    </w:p>
    <w:tbl>
      <w:tblPr>
        <w:tblW w:w="10348" w:type="dxa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</w:tblGrid>
      <w:tr w:rsidR="00481215" w:rsidRPr="00A14428" w14:paraId="352936A4" w14:textId="77777777" w:rsidTr="00A14428">
        <w:trPr>
          <w:trHeight w:hRule="exact" w:val="335"/>
        </w:trPr>
        <w:tc>
          <w:tcPr>
            <w:tcW w:w="431" w:type="dxa"/>
            <w:shd w:val="clear" w:color="auto" w:fill="FFFFFF"/>
          </w:tcPr>
          <w:p w14:paraId="78AA9352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BG</w:t>
            </w:r>
          </w:p>
        </w:tc>
        <w:tc>
          <w:tcPr>
            <w:tcW w:w="431" w:type="dxa"/>
            <w:shd w:val="clear" w:color="auto" w:fill="FFFFFF"/>
          </w:tcPr>
          <w:p w14:paraId="42E2BC15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CS</w:t>
            </w:r>
          </w:p>
        </w:tc>
        <w:tc>
          <w:tcPr>
            <w:tcW w:w="431" w:type="dxa"/>
            <w:shd w:val="clear" w:color="auto" w:fill="FFFFFF"/>
          </w:tcPr>
          <w:p w14:paraId="0F563EE2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431" w:type="dxa"/>
            <w:shd w:val="clear" w:color="auto" w:fill="FFFFFF"/>
          </w:tcPr>
          <w:p w14:paraId="7AB721FD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431" w:type="dxa"/>
            <w:shd w:val="clear" w:color="auto" w:fill="FFFFFF"/>
          </w:tcPr>
          <w:p w14:paraId="5E9FE876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EL</w:t>
            </w:r>
          </w:p>
        </w:tc>
        <w:tc>
          <w:tcPr>
            <w:tcW w:w="432" w:type="dxa"/>
            <w:shd w:val="clear" w:color="auto" w:fill="FFFFFF"/>
          </w:tcPr>
          <w:p w14:paraId="37A5D2F4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EN</w:t>
            </w:r>
          </w:p>
        </w:tc>
        <w:tc>
          <w:tcPr>
            <w:tcW w:w="431" w:type="dxa"/>
            <w:shd w:val="clear" w:color="auto" w:fill="FFFFFF"/>
          </w:tcPr>
          <w:p w14:paraId="6F9ABD8B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ES</w:t>
            </w:r>
          </w:p>
        </w:tc>
        <w:tc>
          <w:tcPr>
            <w:tcW w:w="431" w:type="dxa"/>
            <w:shd w:val="clear" w:color="auto" w:fill="FFFFFF"/>
          </w:tcPr>
          <w:p w14:paraId="1E6674B6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ET</w:t>
            </w:r>
          </w:p>
        </w:tc>
        <w:tc>
          <w:tcPr>
            <w:tcW w:w="431" w:type="dxa"/>
            <w:shd w:val="clear" w:color="auto" w:fill="FFFFFF"/>
          </w:tcPr>
          <w:p w14:paraId="5B981D4B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FI</w:t>
            </w:r>
          </w:p>
        </w:tc>
        <w:tc>
          <w:tcPr>
            <w:tcW w:w="431" w:type="dxa"/>
            <w:shd w:val="clear" w:color="auto" w:fill="FFFFFF"/>
          </w:tcPr>
          <w:p w14:paraId="75A8A268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FR</w:t>
            </w:r>
          </w:p>
        </w:tc>
        <w:tc>
          <w:tcPr>
            <w:tcW w:w="431" w:type="dxa"/>
            <w:shd w:val="clear" w:color="auto" w:fill="FFFFFF"/>
          </w:tcPr>
          <w:p w14:paraId="616B59A7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GA</w:t>
            </w:r>
          </w:p>
        </w:tc>
        <w:tc>
          <w:tcPr>
            <w:tcW w:w="432" w:type="dxa"/>
            <w:shd w:val="clear" w:color="auto" w:fill="FFFFFF"/>
          </w:tcPr>
          <w:p w14:paraId="6E5B4ED5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HR</w:t>
            </w:r>
          </w:p>
        </w:tc>
        <w:tc>
          <w:tcPr>
            <w:tcW w:w="431" w:type="dxa"/>
            <w:shd w:val="clear" w:color="auto" w:fill="FFFFFF"/>
          </w:tcPr>
          <w:p w14:paraId="3FEC2230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HU</w:t>
            </w:r>
          </w:p>
        </w:tc>
        <w:tc>
          <w:tcPr>
            <w:tcW w:w="431" w:type="dxa"/>
            <w:shd w:val="clear" w:color="auto" w:fill="FFFFFF"/>
          </w:tcPr>
          <w:p w14:paraId="60E858FD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IT</w:t>
            </w:r>
          </w:p>
        </w:tc>
        <w:tc>
          <w:tcPr>
            <w:tcW w:w="431" w:type="dxa"/>
            <w:shd w:val="clear" w:color="auto" w:fill="FFFFFF"/>
          </w:tcPr>
          <w:p w14:paraId="4CAABBAC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LT</w:t>
            </w:r>
          </w:p>
        </w:tc>
        <w:tc>
          <w:tcPr>
            <w:tcW w:w="431" w:type="dxa"/>
            <w:shd w:val="clear" w:color="auto" w:fill="FFFFFF"/>
          </w:tcPr>
          <w:p w14:paraId="4CEEA68D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LV</w:t>
            </w:r>
          </w:p>
        </w:tc>
        <w:tc>
          <w:tcPr>
            <w:tcW w:w="431" w:type="dxa"/>
            <w:shd w:val="clear" w:color="auto" w:fill="FFFFFF"/>
          </w:tcPr>
          <w:p w14:paraId="7A784CBB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MT</w:t>
            </w:r>
          </w:p>
        </w:tc>
        <w:tc>
          <w:tcPr>
            <w:tcW w:w="432" w:type="dxa"/>
            <w:shd w:val="clear" w:color="auto" w:fill="FFFFFF"/>
          </w:tcPr>
          <w:p w14:paraId="74249625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NL</w:t>
            </w:r>
          </w:p>
        </w:tc>
        <w:tc>
          <w:tcPr>
            <w:tcW w:w="431" w:type="dxa"/>
            <w:shd w:val="clear" w:color="auto" w:fill="FFFFFF"/>
          </w:tcPr>
          <w:p w14:paraId="3AA0FF28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PL</w:t>
            </w:r>
          </w:p>
        </w:tc>
        <w:tc>
          <w:tcPr>
            <w:tcW w:w="431" w:type="dxa"/>
            <w:shd w:val="clear" w:color="auto" w:fill="FFFFFF"/>
          </w:tcPr>
          <w:p w14:paraId="4D6962CB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PT</w:t>
            </w:r>
          </w:p>
        </w:tc>
        <w:tc>
          <w:tcPr>
            <w:tcW w:w="431" w:type="dxa"/>
            <w:shd w:val="clear" w:color="auto" w:fill="FFFFFF"/>
          </w:tcPr>
          <w:p w14:paraId="5EFFE79A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RO</w:t>
            </w:r>
          </w:p>
        </w:tc>
        <w:tc>
          <w:tcPr>
            <w:tcW w:w="431" w:type="dxa"/>
            <w:shd w:val="clear" w:color="auto" w:fill="FFFFFF"/>
          </w:tcPr>
          <w:p w14:paraId="1A64E154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SV</w:t>
            </w:r>
          </w:p>
        </w:tc>
        <w:tc>
          <w:tcPr>
            <w:tcW w:w="431" w:type="dxa"/>
            <w:shd w:val="clear" w:color="auto" w:fill="FFFFFF"/>
          </w:tcPr>
          <w:p w14:paraId="2B2519F3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SK</w:t>
            </w:r>
          </w:p>
        </w:tc>
        <w:tc>
          <w:tcPr>
            <w:tcW w:w="432" w:type="dxa"/>
            <w:shd w:val="clear" w:color="auto" w:fill="FFFFFF"/>
          </w:tcPr>
          <w:p w14:paraId="49614F3A" w14:textId="77777777" w:rsidR="00137A08" w:rsidRPr="00A14428" w:rsidRDefault="004C5034" w:rsidP="00C60F13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SL</w:t>
            </w:r>
          </w:p>
        </w:tc>
      </w:tr>
      <w:tr w:rsidR="00481215" w:rsidRPr="00A14428" w14:paraId="53C69C84" w14:textId="77777777" w:rsidTr="00A14428">
        <w:trPr>
          <w:trHeight w:hRule="exact" w:val="335"/>
        </w:trPr>
        <w:tc>
          <w:tcPr>
            <w:tcW w:w="431" w:type="dxa"/>
            <w:shd w:val="clear" w:color="auto" w:fill="FFFFFF"/>
          </w:tcPr>
          <w:p w14:paraId="01A174DD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2A0CE966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4C62C0DA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038D4586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5DB0EB10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6736A64B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36967126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447F99D8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6E3DC18B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5236D5AD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CB02225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2C1AA62E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5660A28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06A05309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4F9E4414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05A69BDF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63B65D00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661AC288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2BA5CD13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2B91A70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6237E791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15BB9E50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14:paraId="59B52779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14:paraId="15B82094" w14:textId="77777777" w:rsidR="002A41DF" w:rsidRPr="00A14428" w:rsidRDefault="002A41DF" w:rsidP="00C60F1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2211DD" w14:textId="77777777" w:rsidR="00137A08" w:rsidRPr="00A14428" w:rsidRDefault="00137A08" w:rsidP="00E80C0D">
      <w:pPr>
        <w:ind w:left="714" w:hanging="357"/>
        <w:rPr>
          <w:rFonts w:ascii="Arial" w:hAnsi="Arial" w:cs="Arial"/>
          <w:sz w:val="22"/>
          <w:szCs w:val="22"/>
        </w:rPr>
      </w:pPr>
    </w:p>
    <w:p w14:paraId="7B140E6B" w14:textId="77777777" w:rsidR="00E80C0D" w:rsidRPr="00A14428" w:rsidRDefault="004C5034" w:rsidP="00E80C0D">
      <w:pPr>
        <w:ind w:left="714" w:hanging="357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Other language(s):</w:t>
      </w:r>
    </w:p>
    <w:p w14:paraId="4B7A157B" w14:textId="77777777" w:rsidR="00393B89" w:rsidRPr="00A14428" w:rsidRDefault="004C5034" w:rsidP="00E80C0D">
      <w:pPr>
        <w:ind w:left="36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10.</w:t>
      </w:r>
      <w:r w:rsidRPr="00A14428">
        <w:rPr>
          <w:rFonts w:ascii="Arial" w:hAnsi="Arial" w:cs="Arial"/>
          <w:sz w:val="22"/>
          <w:szCs w:val="22"/>
        </w:rPr>
        <w:tab/>
        <w:t>Current employer (</w:t>
      </w:r>
      <w:r w:rsidR="00585E0B" w:rsidRPr="00A14428">
        <w:rPr>
          <w:rFonts w:ascii="Arial" w:hAnsi="Arial" w:cs="Arial"/>
          <w:sz w:val="22"/>
          <w:szCs w:val="22"/>
        </w:rPr>
        <w:t>i</w:t>
      </w:r>
      <w:r w:rsidR="00393B89" w:rsidRPr="00A14428">
        <w:rPr>
          <w:rFonts w:ascii="Arial" w:hAnsi="Arial" w:cs="Arial"/>
          <w:sz w:val="22"/>
          <w:szCs w:val="22"/>
        </w:rPr>
        <w:t>ndicate</w:t>
      </w:r>
      <w:r w:rsidRPr="00A14428">
        <w:rPr>
          <w:rFonts w:ascii="Arial" w:hAnsi="Arial" w:cs="Arial"/>
          <w:sz w:val="22"/>
          <w:szCs w:val="22"/>
        </w:rPr>
        <w:t xml:space="preserve">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6272"/>
      </w:tblGrid>
      <w:tr w:rsidR="00393B89" w:rsidRPr="00A14428" w14:paraId="009DFEE9" w14:textId="77777777" w:rsidTr="00D97E6B">
        <w:tc>
          <w:tcPr>
            <w:tcW w:w="2376" w:type="dxa"/>
          </w:tcPr>
          <w:p w14:paraId="2596FE34" w14:textId="77777777" w:rsidR="00393B89" w:rsidRPr="00A14428" w:rsidRDefault="004C5034" w:rsidP="009F09F5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 xml:space="preserve">Name </w:t>
            </w:r>
          </w:p>
        </w:tc>
        <w:tc>
          <w:tcPr>
            <w:tcW w:w="6458" w:type="dxa"/>
          </w:tcPr>
          <w:p w14:paraId="2CA2E7A9" w14:textId="77777777" w:rsidR="00393B89" w:rsidRPr="00A14428" w:rsidRDefault="00393B89" w:rsidP="009F09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3B89" w:rsidRPr="00A14428" w14:paraId="4AE4BBB3" w14:textId="77777777" w:rsidTr="00D97E6B">
        <w:tc>
          <w:tcPr>
            <w:tcW w:w="2376" w:type="dxa"/>
          </w:tcPr>
          <w:p w14:paraId="4848F32E" w14:textId="77777777" w:rsidR="00393B89" w:rsidRPr="00A14428" w:rsidRDefault="004C5034" w:rsidP="009F09F5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6458" w:type="dxa"/>
          </w:tcPr>
          <w:p w14:paraId="31A610F1" w14:textId="77777777" w:rsidR="00393B89" w:rsidRPr="00A14428" w:rsidRDefault="00393B89" w:rsidP="009F09F5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393B89" w:rsidRPr="00A14428" w14:paraId="0D5660ED" w14:textId="77777777" w:rsidTr="00D97E6B">
        <w:tc>
          <w:tcPr>
            <w:tcW w:w="2376" w:type="dxa"/>
          </w:tcPr>
          <w:p w14:paraId="4401AD2D" w14:textId="77777777" w:rsidR="00393B89" w:rsidRPr="00A14428" w:rsidRDefault="004C5034" w:rsidP="009F09F5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6458" w:type="dxa"/>
          </w:tcPr>
          <w:p w14:paraId="0F5D6773" w14:textId="77777777" w:rsidR="00393B89" w:rsidRPr="00A14428" w:rsidRDefault="00393B89" w:rsidP="009F09F5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393B89" w:rsidRPr="00A14428" w14:paraId="247AA8EB" w14:textId="77777777" w:rsidTr="00D97E6B">
        <w:tc>
          <w:tcPr>
            <w:tcW w:w="2376" w:type="dxa"/>
          </w:tcPr>
          <w:p w14:paraId="45D115C6" w14:textId="77777777" w:rsidR="00393B89" w:rsidRPr="00A14428" w:rsidRDefault="004C5034" w:rsidP="009F09F5">
            <w:pPr>
              <w:rPr>
                <w:rFonts w:ascii="Arial" w:hAnsi="Arial" w:cs="Arial"/>
                <w:sz w:val="22"/>
                <w:szCs w:val="22"/>
              </w:rPr>
            </w:pPr>
            <w:r w:rsidRPr="00A14428">
              <w:rPr>
                <w:rFonts w:ascii="Arial" w:hAnsi="Arial" w:cs="Arial"/>
                <w:sz w:val="22"/>
                <w:szCs w:val="22"/>
              </w:rPr>
              <w:t>Total number of staff</w:t>
            </w:r>
          </w:p>
        </w:tc>
        <w:tc>
          <w:tcPr>
            <w:tcW w:w="6458" w:type="dxa"/>
          </w:tcPr>
          <w:p w14:paraId="013D372F" w14:textId="77777777" w:rsidR="00393B89" w:rsidRPr="00A14428" w:rsidRDefault="00393B89" w:rsidP="009F09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AF049C" w14:textId="77777777" w:rsidR="008018E2" w:rsidRPr="00A14428" w:rsidRDefault="008018E2" w:rsidP="00576B6C">
      <w:pPr>
        <w:ind w:left="360" w:hanging="360"/>
        <w:rPr>
          <w:rFonts w:ascii="Arial" w:hAnsi="Arial" w:cs="Arial"/>
          <w:sz w:val="22"/>
          <w:szCs w:val="22"/>
        </w:rPr>
      </w:pPr>
    </w:p>
    <w:p w14:paraId="25508D5B" w14:textId="77777777" w:rsidR="00393B89" w:rsidRPr="00A14428" w:rsidRDefault="004C5034" w:rsidP="00576B6C">
      <w:pPr>
        <w:ind w:left="36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11.</w:t>
      </w:r>
      <w:r w:rsidRPr="00A14428">
        <w:rPr>
          <w:rFonts w:ascii="Arial" w:hAnsi="Arial" w:cs="Arial"/>
          <w:sz w:val="22"/>
          <w:szCs w:val="22"/>
        </w:rPr>
        <w:tab/>
      </w:r>
      <w:r w:rsidRPr="00A14428">
        <w:rPr>
          <w:rFonts w:ascii="Arial" w:hAnsi="Arial" w:cs="Arial"/>
          <w:spacing w:val="-1"/>
          <w:sz w:val="22"/>
          <w:szCs w:val="22"/>
        </w:rPr>
        <w:t>Summarise your professional experience, if applicable</w:t>
      </w:r>
      <w:r w:rsidRPr="00A14428">
        <w:rPr>
          <w:rFonts w:ascii="Arial" w:hAnsi="Arial" w:cs="Arial"/>
          <w:sz w:val="22"/>
          <w:szCs w:val="22"/>
        </w:rPr>
        <w:t xml:space="preserve">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9F09F5" w:rsidRPr="00A14428" w14:paraId="590B401C" w14:textId="77777777" w:rsidTr="006A1244">
        <w:trPr>
          <w:trHeight w:val="3568"/>
        </w:trPr>
        <w:tc>
          <w:tcPr>
            <w:tcW w:w="8834" w:type="dxa"/>
          </w:tcPr>
          <w:p w14:paraId="1E4BB27E" w14:textId="77777777" w:rsidR="009F09F5" w:rsidRPr="00A14428" w:rsidRDefault="009F09F5" w:rsidP="009F09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A75A70" w14:textId="77777777" w:rsidR="009F09F5" w:rsidRPr="00A14428" w:rsidRDefault="009F09F5" w:rsidP="009F09F5">
      <w:pPr>
        <w:ind w:left="720" w:hanging="720"/>
        <w:rPr>
          <w:rFonts w:ascii="Arial" w:hAnsi="Arial" w:cs="Arial"/>
          <w:sz w:val="22"/>
          <w:szCs w:val="22"/>
        </w:rPr>
      </w:pPr>
    </w:p>
    <w:p w14:paraId="724537D4" w14:textId="77777777" w:rsidR="00240966" w:rsidRPr="00A14428" w:rsidRDefault="004C5034" w:rsidP="00F94D6D">
      <w:pPr>
        <w:ind w:left="36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12.</w:t>
      </w:r>
      <w:r w:rsidRPr="00A14428">
        <w:rPr>
          <w:rFonts w:ascii="Arial" w:hAnsi="Arial" w:cs="Arial"/>
          <w:sz w:val="22"/>
          <w:szCs w:val="22"/>
        </w:rPr>
        <w:tab/>
        <w:t>Summarise your European/international experience, if applicable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240966" w:rsidRPr="00A14428" w14:paraId="760C29D1" w14:textId="77777777" w:rsidTr="00D97E6B">
        <w:trPr>
          <w:trHeight w:val="3650"/>
        </w:trPr>
        <w:tc>
          <w:tcPr>
            <w:tcW w:w="8834" w:type="dxa"/>
          </w:tcPr>
          <w:p w14:paraId="647BA23F" w14:textId="77777777" w:rsidR="00240966" w:rsidRPr="00A14428" w:rsidRDefault="00240966" w:rsidP="009F09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AD3C73" w14:textId="77777777" w:rsidR="00240966" w:rsidRPr="00A14428" w:rsidRDefault="00240966" w:rsidP="009F09F5">
      <w:pPr>
        <w:ind w:left="720" w:hanging="720"/>
        <w:rPr>
          <w:rFonts w:ascii="Arial" w:hAnsi="Arial" w:cs="Arial"/>
          <w:sz w:val="22"/>
          <w:szCs w:val="22"/>
        </w:rPr>
      </w:pPr>
    </w:p>
    <w:p w14:paraId="4FF4D5A1" w14:textId="63A3F800" w:rsidR="00240966" w:rsidRPr="00A14428" w:rsidRDefault="004C5034" w:rsidP="00512137">
      <w:pPr>
        <w:ind w:left="36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13.</w:t>
      </w:r>
      <w:r w:rsidRPr="00A14428">
        <w:rPr>
          <w:rFonts w:ascii="Arial" w:hAnsi="Arial" w:cs="Arial"/>
          <w:sz w:val="22"/>
          <w:szCs w:val="22"/>
        </w:rPr>
        <w:tab/>
      </w:r>
      <w:r w:rsidR="00585E0B" w:rsidRPr="00A14428">
        <w:rPr>
          <w:rFonts w:ascii="Arial" w:hAnsi="Arial" w:cs="Arial"/>
          <w:sz w:val="22"/>
          <w:szCs w:val="22"/>
        </w:rPr>
        <w:t>Give details of a</w:t>
      </w:r>
      <w:r w:rsidRPr="00A14428">
        <w:rPr>
          <w:rFonts w:ascii="Arial" w:hAnsi="Arial" w:cs="Arial"/>
          <w:sz w:val="22"/>
          <w:szCs w:val="22"/>
        </w:rPr>
        <w:t xml:space="preserve">ny membership </w:t>
      </w:r>
      <w:r w:rsidR="00907B95" w:rsidRPr="00A14428">
        <w:rPr>
          <w:rFonts w:ascii="Arial" w:hAnsi="Arial" w:cs="Arial"/>
          <w:sz w:val="22"/>
          <w:szCs w:val="22"/>
        </w:rPr>
        <w:t>of</w:t>
      </w:r>
      <w:r w:rsidR="00C463B4" w:rsidRPr="00A14428">
        <w:rPr>
          <w:rFonts w:ascii="Arial" w:hAnsi="Arial" w:cs="Arial"/>
          <w:sz w:val="22"/>
          <w:szCs w:val="22"/>
        </w:rPr>
        <w:t>,</w:t>
      </w:r>
      <w:r w:rsidR="00585E0B" w:rsidRPr="00A14428">
        <w:rPr>
          <w:rFonts w:ascii="Arial" w:hAnsi="Arial" w:cs="Arial"/>
          <w:sz w:val="22"/>
          <w:szCs w:val="22"/>
        </w:rPr>
        <w:t xml:space="preserve"> </w:t>
      </w:r>
      <w:r w:rsidRPr="00A14428">
        <w:rPr>
          <w:rFonts w:ascii="Arial" w:hAnsi="Arial" w:cs="Arial"/>
          <w:sz w:val="22"/>
          <w:szCs w:val="22"/>
        </w:rPr>
        <w:t xml:space="preserve">or affiliation </w:t>
      </w:r>
      <w:r w:rsidR="00585E0B" w:rsidRPr="00A14428">
        <w:rPr>
          <w:rFonts w:ascii="Arial" w:hAnsi="Arial" w:cs="Arial"/>
          <w:sz w:val="22"/>
          <w:szCs w:val="22"/>
        </w:rPr>
        <w:t>to</w:t>
      </w:r>
      <w:r w:rsidR="00C463B4" w:rsidRPr="00A14428">
        <w:rPr>
          <w:rFonts w:ascii="Arial" w:hAnsi="Arial" w:cs="Arial"/>
          <w:sz w:val="22"/>
          <w:szCs w:val="22"/>
        </w:rPr>
        <w:t>,</w:t>
      </w:r>
      <w:r w:rsidRPr="00A14428">
        <w:rPr>
          <w:rFonts w:ascii="Arial" w:hAnsi="Arial" w:cs="Arial"/>
          <w:sz w:val="22"/>
          <w:szCs w:val="22"/>
        </w:rPr>
        <w:t xml:space="preserve"> organisations/bodies/clubs with a potential interest in the work of BEREC: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240966" w:rsidRPr="00A14428" w14:paraId="668B296C" w14:textId="77777777" w:rsidTr="00D97E6B">
        <w:trPr>
          <w:trHeight w:val="3650"/>
        </w:trPr>
        <w:tc>
          <w:tcPr>
            <w:tcW w:w="8834" w:type="dxa"/>
          </w:tcPr>
          <w:p w14:paraId="7EB450C2" w14:textId="77777777" w:rsidR="00240966" w:rsidRPr="00A14428" w:rsidRDefault="00240966" w:rsidP="000F1E4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C0F353" w14:textId="77777777" w:rsidR="00240966" w:rsidRPr="00A14428" w:rsidRDefault="00240966" w:rsidP="009F09F5">
      <w:pPr>
        <w:ind w:left="720" w:hanging="720"/>
        <w:rPr>
          <w:rFonts w:ascii="Arial" w:hAnsi="Arial" w:cs="Arial"/>
          <w:sz w:val="22"/>
          <w:szCs w:val="22"/>
        </w:rPr>
      </w:pPr>
    </w:p>
    <w:p w14:paraId="1C435786" w14:textId="77777777" w:rsidR="00240966" w:rsidRPr="00A14428" w:rsidRDefault="004C5034" w:rsidP="00512137">
      <w:pPr>
        <w:ind w:left="36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14.</w:t>
      </w:r>
      <w:r w:rsidRPr="00A14428">
        <w:rPr>
          <w:rFonts w:ascii="Arial" w:hAnsi="Arial" w:cs="Arial"/>
          <w:sz w:val="22"/>
          <w:szCs w:val="22"/>
        </w:rPr>
        <w:tab/>
      </w:r>
      <w:r w:rsidR="00C463B4" w:rsidRPr="00A14428">
        <w:rPr>
          <w:rFonts w:ascii="Arial" w:hAnsi="Arial" w:cs="Arial"/>
          <w:sz w:val="22"/>
          <w:szCs w:val="22"/>
        </w:rPr>
        <w:t>Give details of any</w:t>
      </w:r>
      <w:r w:rsidR="002A4FEE" w:rsidRPr="00A14428">
        <w:rPr>
          <w:rFonts w:ascii="Arial" w:hAnsi="Arial" w:cs="Arial"/>
          <w:sz w:val="22"/>
          <w:szCs w:val="22"/>
        </w:rPr>
        <w:t>thing else you consider</w:t>
      </w:r>
      <w:r w:rsidRPr="00A14428">
        <w:rPr>
          <w:rFonts w:ascii="Arial" w:hAnsi="Arial" w:cs="Arial"/>
          <w:sz w:val="22"/>
          <w:szCs w:val="22"/>
        </w:rPr>
        <w:t xml:space="preserve"> </w:t>
      </w:r>
      <w:r w:rsidR="00C463B4" w:rsidRPr="00A14428">
        <w:rPr>
          <w:rFonts w:ascii="Arial" w:hAnsi="Arial" w:cs="Arial"/>
          <w:sz w:val="22"/>
          <w:szCs w:val="22"/>
        </w:rPr>
        <w:t>relevant</w:t>
      </w:r>
      <w:r w:rsidR="002A4FEE" w:rsidRPr="00A14428">
        <w:rPr>
          <w:rFonts w:ascii="Arial" w:hAnsi="Arial" w:cs="Arial"/>
          <w:sz w:val="22"/>
          <w:szCs w:val="22"/>
        </w:rPr>
        <w:t xml:space="preserve"> to your application</w:t>
      </w:r>
      <w:r w:rsidRPr="00A14428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240966" w:rsidRPr="00A14428" w14:paraId="2777A82B" w14:textId="77777777" w:rsidTr="00D97E6B">
        <w:trPr>
          <w:trHeight w:val="3650"/>
        </w:trPr>
        <w:tc>
          <w:tcPr>
            <w:tcW w:w="8834" w:type="dxa"/>
          </w:tcPr>
          <w:p w14:paraId="5E817523" w14:textId="77777777" w:rsidR="00240966" w:rsidRPr="00A14428" w:rsidRDefault="00240966" w:rsidP="000F1E4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7B350A" w14:textId="2B1F9D0B" w:rsidR="00240966" w:rsidRPr="00A14428" w:rsidRDefault="004C5034" w:rsidP="00B61CFE">
      <w:pPr>
        <w:ind w:left="36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15.</w:t>
      </w:r>
      <w:r w:rsidRPr="00A14428">
        <w:rPr>
          <w:rFonts w:ascii="Arial" w:hAnsi="Arial" w:cs="Arial"/>
          <w:sz w:val="22"/>
          <w:szCs w:val="22"/>
        </w:rPr>
        <w:tab/>
        <w:t xml:space="preserve">If you have a recognised disability </w:t>
      </w:r>
      <w:r w:rsidR="00907B95" w:rsidRPr="00A14428">
        <w:rPr>
          <w:rFonts w:ascii="Arial" w:hAnsi="Arial" w:cs="Arial"/>
          <w:sz w:val="22"/>
          <w:szCs w:val="22"/>
        </w:rPr>
        <w:t xml:space="preserve">that </w:t>
      </w:r>
      <w:r w:rsidRPr="00A14428">
        <w:rPr>
          <w:rFonts w:ascii="Arial" w:hAnsi="Arial" w:cs="Arial"/>
          <w:sz w:val="22"/>
          <w:szCs w:val="22"/>
        </w:rPr>
        <w:t>necessitates any special arrangements in the context of this selection procedure, please indicate below:</w:t>
      </w:r>
    </w:p>
    <w:p w14:paraId="75AE9C0B" w14:textId="77777777" w:rsidR="00240966" w:rsidRPr="00A14428" w:rsidRDefault="00240966" w:rsidP="009F09F5">
      <w:pPr>
        <w:ind w:left="720" w:hanging="720"/>
        <w:rPr>
          <w:rFonts w:ascii="Arial" w:hAnsi="Arial" w:cs="Arial"/>
          <w:sz w:val="22"/>
          <w:szCs w:val="22"/>
        </w:rPr>
      </w:pPr>
    </w:p>
    <w:p w14:paraId="46A542EA" w14:textId="77777777" w:rsidR="00A841D5" w:rsidRPr="00A14428" w:rsidRDefault="004C5034" w:rsidP="00A841D5">
      <w:pPr>
        <w:ind w:left="360" w:hanging="36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16.</w:t>
      </w:r>
      <w:r w:rsidRPr="00A14428">
        <w:rPr>
          <w:rFonts w:ascii="Arial" w:hAnsi="Arial" w:cs="Arial"/>
          <w:sz w:val="22"/>
          <w:szCs w:val="22"/>
        </w:rPr>
        <w:tab/>
        <w:t>Declaration:</w:t>
      </w:r>
    </w:p>
    <w:p w14:paraId="4D04DAA8" w14:textId="77777777" w:rsidR="00A841D5" w:rsidRPr="00A14428" w:rsidRDefault="004C5034" w:rsidP="00A841D5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1.</w:t>
      </w:r>
      <w:r w:rsidRPr="00A14428">
        <w:rPr>
          <w:rFonts w:ascii="Arial" w:hAnsi="Arial" w:cs="Arial"/>
          <w:sz w:val="22"/>
          <w:szCs w:val="22"/>
        </w:rPr>
        <w:tab/>
        <w:t xml:space="preserve">I declare on my word of honour that the information provided above is true and complete </w:t>
      </w:r>
      <w:r w:rsidRPr="00A14428">
        <w:rPr>
          <w:rFonts w:ascii="Arial" w:hAnsi="Arial" w:cs="Arial"/>
          <w:spacing w:val="-1"/>
          <w:sz w:val="22"/>
          <w:szCs w:val="22"/>
        </w:rPr>
        <w:t xml:space="preserve">and I am aware that any incorrect statement may invalidate my application at any point in the </w:t>
      </w:r>
      <w:r w:rsidRPr="00A14428">
        <w:rPr>
          <w:rFonts w:ascii="Arial" w:hAnsi="Arial" w:cs="Arial"/>
          <w:sz w:val="22"/>
          <w:szCs w:val="22"/>
        </w:rPr>
        <w:t>selection process.</w:t>
      </w:r>
    </w:p>
    <w:p w14:paraId="4E453C17" w14:textId="77777777" w:rsidR="00A841D5" w:rsidRPr="00A14428" w:rsidRDefault="004C5034" w:rsidP="00A841D5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2.</w:t>
      </w:r>
      <w:r w:rsidRPr="00A14428">
        <w:rPr>
          <w:rFonts w:ascii="Arial" w:hAnsi="Arial" w:cs="Arial"/>
          <w:sz w:val="22"/>
          <w:szCs w:val="22"/>
        </w:rPr>
        <w:tab/>
        <w:t>I further declare on my word of honour that:</w:t>
      </w:r>
    </w:p>
    <w:p w14:paraId="511F2F1F" w14:textId="77777777" w:rsidR="00A841D5" w:rsidRPr="00A14428" w:rsidRDefault="004C5034" w:rsidP="00A841D5">
      <w:pPr>
        <w:spacing w:after="120"/>
        <w:ind w:left="720" w:hanging="24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(</w:t>
      </w:r>
      <w:proofErr w:type="spellStart"/>
      <w:r w:rsidRPr="00A14428">
        <w:rPr>
          <w:rFonts w:ascii="Arial" w:hAnsi="Arial" w:cs="Arial"/>
          <w:sz w:val="22"/>
          <w:szCs w:val="22"/>
        </w:rPr>
        <w:t>i</w:t>
      </w:r>
      <w:proofErr w:type="spellEnd"/>
      <w:r w:rsidRPr="00A14428">
        <w:rPr>
          <w:rFonts w:ascii="Arial" w:hAnsi="Arial" w:cs="Arial"/>
          <w:sz w:val="22"/>
          <w:szCs w:val="22"/>
        </w:rPr>
        <w:t>)</w:t>
      </w:r>
      <w:r w:rsidRPr="00A14428">
        <w:rPr>
          <w:rFonts w:ascii="Arial" w:hAnsi="Arial" w:cs="Arial"/>
          <w:sz w:val="22"/>
          <w:szCs w:val="22"/>
        </w:rPr>
        <w:tab/>
        <w:t xml:space="preserve">I am a national of one of the Member States of the European Union and enjoy my full rights as a citizen; </w:t>
      </w:r>
    </w:p>
    <w:p w14:paraId="345FA043" w14:textId="77777777" w:rsidR="00A841D5" w:rsidRPr="00A14428" w:rsidRDefault="004C5034" w:rsidP="00A841D5">
      <w:pPr>
        <w:spacing w:after="120"/>
        <w:ind w:left="720" w:hanging="24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(ii)</w:t>
      </w:r>
      <w:r w:rsidRPr="00A14428">
        <w:rPr>
          <w:rFonts w:ascii="Arial" w:hAnsi="Arial" w:cs="Arial"/>
          <w:sz w:val="22"/>
          <w:szCs w:val="22"/>
        </w:rPr>
        <w:tab/>
        <w:t>I have fulfilled any obligations imposed on me by laws concerning military service;</w:t>
      </w:r>
    </w:p>
    <w:p w14:paraId="539408AC" w14:textId="77777777" w:rsidR="00A841D5" w:rsidRPr="00A14428" w:rsidRDefault="004C5034" w:rsidP="00A841D5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3.</w:t>
      </w:r>
      <w:r w:rsidRPr="00A14428">
        <w:rPr>
          <w:rFonts w:ascii="Arial" w:hAnsi="Arial" w:cs="Arial"/>
          <w:sz w:val="22"/>
          <w:szCs w:val="22"/>
        </w:rPr>
        <w:tab/>
        <w:t>I undertake to produce on request documents to support my application and accept that failure to do so may invalidate my application;</w:t>
      </w:r>
    </w:p>
    <w:p w14:paraId="711DA29F" w14:textId="77777777" w:rsidR="00A841D5" w:rsidRPr="00A14428" w:rsidRDefault="004C5034" w:rsidP="00A841D5">
      <w:pPr>
        <w:spacing w:after="480"/>
        <w:ind w:left="480" w:hanging="24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4.</w:t>
      </w:r>
      <w:r w:rsidRPr="00A14428">
        <w:rPr>
          <w:rFonts w:ascii="Arial" w:hAnsi="Arial" w:cs="Arial"/>
          <w:sz w:val="22"/>
          <w:szCs w:val="22"/>
        </w:rPr>
        <w:tab/>
        <w:t xml:space="preserve">I confirm that I am willing to make a commitment to act independently in the public interest </w:t>
      </w:r>
      <w:r w:rsidRPr="00A14428">
        <w:rPr>
          <w:rFonts w:ascii="Arial" w:hAnsi="Arial" w:cs="Arial"/>
          <w:spacing w:val="-1"/>
          <w:sz w:val="22"/>
          <w:szCs w:val="22"/>
        </w:rPr>
        <w:t xml:space="preserve">and to make complete declarations of any direct or indirect interests that might be considered </w:t>
      </w:r>
      <w:r w:rsidRPr="00A14428">
        <w:rPr>
          <w:rFonts w:ascii="Arial" w:hAnsi="Arial" w:cs="Arial"/>
          <w:sz w:val="22"/>
          <w:szCs w:val="22"/>
        </w:rPr>
        <w:t>prejudicial to my independence.</w:t>
      </w:r>
    </w:p>
    <w:p w14:paraId="18F49C6F" w14:textId="77777777" w:rsidR="00A841D5" w:rsidRPr="00A14428" w:rsidRDefault="004C5034" w:rsidP="00A841D5">
      <w:pPr>
        <w:spacing w:after="48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Date and name:</w:t>
      </w:r>
    </w:p>
    <w:p w14:paraId="7B220CBC" w14:textId="77777777" w:rsidR="00A841D5" w:rsidRPr="00A14428" w:rsidRDefault="00A841D5" w:rsidP="00A841D5">
      <w:pPr>
        <w:spacing w:after="0"/>
        <w:rPr>
          <w:rFonts w:ascii="Arial" w:hAnsi="Arial" w:cs="Arial"/>
          <w:sz w:val="22"/>
          <w:szCs w:val="22"/>
        </w:rPr>
      </w:pPr>
    </w:p>
    <w:p w14:paraId="644F9443" w14:textId="3A7596B0" w:rsidR="00240966" w:rsidRPr="00A14428" w:rsidRDefault="00907B95" w:rsidP="00240966">
      <w:pPr>
        <w:spacing w:after="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>Along with this application form, c</w:t>
      </w:r>
      <w:r w:rsidR="004C5034" w:rsidRPr="00A14428">
        <w:rPr>
          <w:rFonts w:ascii="Arial" w:hAnsi="Arial" w:cs="Arial"/>
          <w:sz w:val="22"/>
          <w:szCs w:val="22"/>
        </w:rPr>
        <w:t>andidates must submit:</w:t>
      </w:r>
    </w:p>
    <w:p w14:paraId="5BF7B3DE" w14:textId="77777777" w:rsidR="00994084" w:rsidRPr="00A14428" w:rsidRDefault="00994084" w:rsidP="00240966">
      <w:pPr>
        <w:spacing w:after="0"/>
        <w:rPr>
          <w:rFonts w:ascii="Arial" w:hAnsi="Arial" w:cs="Arial"/>
          <w:sz w:val="22"/>
          <w:szCs w:val="22"/>
        </w:rPr>
      </w:pPr>
    </w:p>
    <w:p w14:paraId="48BC2A35" w14:textId="77777777" w:rsidR="00240966" w:rsidRPr="00A14428" w:rsidRDefault="004C5034" w:rsidP="00240966">
      <w:pPr>
        <w:spacing w:after="0"/>
        <w:rPr>
          <w:rFonts w:ascii="Arial" w:hAnsi="Arial" w:cs="Arial"/>
          <w:sz w:val="22"/>
          <w:szCs w:val="22"/>
        </w:rPr>
      </w:pPr>
      <w:r w:rsidRPr="00A14428">
        <w:rPr>
          <w:rFonts w:ascii="Arial" w:hAnsi="Arial" w:cs="Arial"/>
          <w:sz w:val="22"/>
          <w:szCs w:val="22"/>
        </w:rPr>
        <w:t xml:space="preserve">A covering letter </w:t>
      </w:r>
      <w:r w:rsidR="00DD61F1" w:rsidRPr="00A14428">
        <w:rPr>
          <w:rFonts w:ascii="Arial" w:hAnsi="Arial" w:cs="Arial"/>
          <w:sz w:val="22"/>
          <w:szCs w:val="22"/>
        </w:rPr>
        <w:t>describing</w:t>
      </w:r>
      <w:r w:rsidR="00994084" w:rsidRPr="00A14428">
        <w:rPr>
          <w:rFonts w:ascii="Arial" w:hAnsi="Arial" w:cs="Arial"/>
          <w:sz w:val="22"/>
          <w:szCs w:val="22"/>
        </w:rPr>
        <w:t xml:space="preserve"> </w:t>
      </w:r>
      <w:r w:rsidRPr="00A14428">
        <w:rPr>
          <w:rFonts w:ascii="Arial" w:hAnsi="Arial" w:cs="Arial"/>
          <w:sz w:val="22"/>
          <w:szCs w:val="22"/>
        </w:rPr>
        <w:t xml:space="preserve">the reasons for </w:t>
      </w:r>
      <w:r w:rsidR="00994084" w:rsidRPr="00A14428">
        <w:rPr>
          <w:rFonts w:ascii="Arial" w:hAnsi="Arial" w:cs="Arial"/>
          <w:sz w:val="22"/>
          <w:szCs w:val="22"/>
        </w:rPr>
        <w:t xml:space="preserve">the </w:t>
      </w:r>
      <w:r w:rsidRPr="00A14428">
        <w:rPr>
          <w:rFonts w:ascii="Arial" w:hAnsi="Arial" w:cs="Arial"/>
          <w:sz w:val="22"/>
          <w:szCs w:val="22"/>
        </w:rPr>
        <w:t>appl</w:t>
      </w:r>
      <w:r w:rsidR="00994084" w:rsidRPr="00A14428">
        <w:rPr>
          <w:rFonts w:ascii="Arial" w:hAnsi="Arial" w:cs="Arial"/>
          <w:sz w:val="22"/>
          <w:szCs w:val="22"/>
        </w:rPr>
        <w:t>ication</w:t>
      </w:r>
    </w:p>
    <w:p w14:paraId="75AC15EE" w14:textId="7A14AC5C" w:rsidR="00240966" w:rsidRPr="00A14428" w:rsidRDefault="00FF008C" w:rsidP="00FF008C">
      <w:pPr>
        <w:rPr>
          <w:rFonts w:ascii="Arial" w:hAnsi="Arial" w:cs="Arial"/>
          <w:sz w:val="22"/>
          <w:szCs w:val="22"/>
        </w:rPr>
      </w:pPr>
      <w:r w:rsidRPr="00FF008C">
        <w:t xml:space="preserve">A CV preferably drafted using the </w:t>
      </w:r>
      <w:proofErr w:type="spellStart"/>
      <w:r w:rsidRPr="00FF008C">
        <w:t>Europass</w:t>
      </w:r>
      <w:proofErr w:type="spellEnd"/>
      <w:r w:rsidRPr="00FF008C">
        <w:t xml:space="preserve"> CV format which can be found at: http://www.europass.cedefop.europa.eu</w:t>
      </w:r>
    </w:p>
    <w:sectPr w:rsidR="00240966" w:rsidRPr="00A14428" w:rsidSect="002D1F3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D5A71" w14:textId="77777777" w:rsidR="00FC7F52" w:rsidRDefault="00FC7F52">
      <w:r>
        <w:separator/>
      </w:r>
    </w:p>
  </w:endnote>
  <w:endnote w:type="continuationSeparator" w:id="0">
    <w:p w14:paraId="05CB57EE" w14:textId="77777777" w:rsidR="00FC7F52" w:rsidRDefault="00FC7F52">
      <w:r>
        <w:continuationSeparator/>
      </w:r>
    </w:p>
  </w:endnote>
  <w:endnote w:type="continuationNotice" w:id="1">
    <w:p w14:paraId="3C78F79F" w14:textId="77777777" w:rsidR="00FC7F52" w:rsidRDefault="00FC7F5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C0BD1" w14:textId="77777777" w:rsidR="00FC7F52" w:rsidRDefault="00FC7F52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0E0E72" w14:textId="77777777" w:rsidR="00FC7F52" w:rsidRDefault="00FC7F52" w:rsidP="0024096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A7A18" w14:textId="77777777" w:rsidR="00FC7F52" w:rsidRDefault="00FC7F52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4EE5">
      <w:rPr>
        <w:rStyle w:val="PageNumber"/>
        <w:noProof/>
      </w:rPr>
      <w:t>2</w:t>
    </w:r>
    <w:r>
      <w:rPr>
        <w:rStyle w:val="PageNumber"/>
      </w:rPr>
      <w:fldChar w:fldCharType="end"/>
    </w:r>
  </w:p>
  <w:p w14:paraId="7ABAC4C8" w14:textId="77777777" w:rsidR="00FC7F52" w:rsidRDefault="00FC7F52" w:rsidP="00240966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D4071" w14:textId="77777777" w:rsidR="00FC7F52" w:rsidRDefault="00FC7F52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4EE5">
      <w:rPr>
        <w:rStyle w:val="PageNumber"/>
        <w:noProof/>
      </w:rPr>
      <w:t>1</w:t>
    </w:r>
    <w:r>
      <w:rPr>
        <w:rStyle w:val="PageNumber"/>
      </w:rPr>
      <w:fldChar w:fldCharType="end"/>
    </w:r>
  </w:p>
  <w:p w14:paraId="694E0A50" w14:textId="77777777" w:rsidR="00FC7F52" w:rsidRDefault="00FC7F52" w:rsidP="0024096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D20B2" w14:textId="77777777" w:rsidR="00FC7F52" w:rsidRDefault="00FC7F52">
      <w:r>
        <w:separator/>
      </w:r>
    </w:p>
  </w:footnote>
  <w:footnote w:type="continuationSeparator" w:id="0">
    <w:p w14:paraId="1E7F4A77" w14:textId="77777777" w:rsidR="00FC7F52" w:rsidRDefault="00FC7F52">
      <w:r>
        <w:continuationSeparator/>
      </w:r>
    </w:p>
  </w:footnote>
  <w:footnote w:type="continuationNotice" w:id="1">
    <w:p w14:paraId="23831F91" w14:textId="77777777" w:rsidR="00FC7F52" w:rsidRDefault="00FC7F52">
      <w:pPr>
        <w:spacing w:after="0"/>
      </w:pPr>
    </w:p>
  </w:footnote>
  <w:footnote w:id="2">
    <w:p w14:paraId="56321F1D" w14:textId="77777777" w:rsidR="00FC7F52" w:rsidRPr="00122E78" w:rsidRDefault="00FC7F52" w:rsidP="00593CDB">
      <w:pPr>
        <w:pStyle w:val="FootnoteText"/>
        <w:spacing w:after="0"/>
        <w:rPr>
          <w:rFonts w:ascii="Arial" w:hAnsi="Arial" w:cs="Arial"/>
        </w:rPr>
      </w:pPr>
      <w:r w:rsidRPr="00122E78">
        <w:rPr>
          <w:rStyle w:val="FootnoteReference"/>
          <w:rFonts w:ascii="Arial" w:hAnsi="Arial" w:cs="Arial"/>
        </w:rPr>
        <w:footnoteRef/>
      </w:r>
      <w:r w:rsidRPr="00122E78">
        <w:rPr>
          <w:rFonts w:ascii="Arial" w:hAnsi="Arial" w:cs="Arial"/>
        </w:rPr>
        <w:t xml:space="preserve"> </w:t>
      </w:r>
      <w:r w:rsidRPr="00122E78">
        <w:rPr>
          <w:rFonts w:ascii="Arial" w:hAnsi="Arial" w:cs="Arial"/>
        </w:rPr>
        <w:tab/>
      </w:r>
      <w:r w:rsidRPr="00122E78">
        <w:rPr>
          <w:rFonts w:ascii="Arial" w:hAnsi="Arial" w:cs="Arial"/>
          <w:color w:val="000000"/>
        </w:rPr>
        <w:t>IMPORTANT: your application will be registered under this name. Please use it in all correspondence. Any other name (e.g.</w:t>
      </w:r>
      <w:r w:rsidRPr="00122E78">
        <w:rPr>
          <w:rFonts w:ascii="Arial" w:hAnsi="Arial" w:cs="Arial"/>
          <w:i/>
          <w:color w:val="000000"/>
        </w:rPr>
        <w:t xml:space="preserve"> </w:t>
      </w:r>
      <w:r w:rsidRPr="00122E78">
        <w:rPr>
          <w:rFonts w:ascii="Arial" w:hAnsi="Arial" w:cs="Arial"/>
          <w:color w:val="000000"/>
        </w:rPr>
        <w:t>maiden name) appearing on diplomas or certificates accompanying this application should be indicated below:</w:t>
      </w:r>
      <w:r w:rsidRPr="00122E78">
        <w:rPr>
          <w:rFonts w:ascii="Arial" w:hAnsi="Arial" w:cs="Arial"/>
        </w:rPr>
        <w:br/>
      </w:r>
    </w:p>
  </w:footnote>
  <w:footnote w:id="3">
    <w:p w14:paraId="5BE08B7A" w14:textId="77777777" w:rsidR="00FC7F52" w:rsidRPr="00122E78" w:rsidRDefault="00FC7F52" w:rsidP="00593CDB">
      <w:pPr>
        <w:pStyle w:val="FootnoteText"/>
        <w:spacing w:after="0"/>
        <w:rPr>
          <w:rFonts w:ascii="Arial" w:hAnsi="Arial" w:cs="Arial"/>
        </w:rPr>
      </w:pPr>
      <w:r w:rsidRPr="00122E78">
        <w:rPr>
          <w:rStyle w:val="FootnoteReference"/>
          <w:rFonts w:ascii="Arial" w:hAnsi="Arial" w:cs="Arial"/>
        </w:rPr>
        <w:footnoteRef/>
      </w:r>
      <w:r w:rsidRPr="00122E78">
        <w:rPr>
          <w:rFonts w:ascii="Arial" w:hAnsi="Arial" w:cs="Arial"/>
        </w:rPr>
        <w:tab/>
      </w:r>
      <w:r w:rsidRPr="00122E78">
        <w:rPr>
          <w:rFonts w:ascii="Arial" w:hAnsi="Arial" w:cs="Arial"/>
          <w:color w:val="000000"/>
          <w:spacing w:val="-1"/>
        </w:rPr>
        <w:t xml:space="preserve">Please inform </w:t>
      </w:r>
      <w:hyperlink r:id="rId1" w:history="1">
        <w:r w:rsidRPr="00122E78">
          <w:rPr>
            <w:rStyle w:val="Hyperlink"/>
            <w:rFonts w:ascii="Arial" w:hAnsi="Arial" w:cs="Arial"/>
            <w:spacing w:val="-1"/>
          </w:rPr>
          <w:t>recruitment@berec.europa.eu</w:t>
        </w:r>
      </w:hyperlink>
      <w:r w:rsidRPr="00122E78">
        <w:rPr>
          <w:rFonts w:ascii="Arial" w:hAnsi="Arial" w:cs="Arial"/>
          <w:color w:val="000000"/>
          <w:spacing w:val="-1"/>
        </w:rPr>
        <w:t xml:space="preserve"> of any change of address.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34F21" w14:textId="77777777" w:rsidR="00FC7F52" w:rsidRPr="00282636" w:rsidRDefault="00FC7F52" w:rsidP="007E5CB4">
    <w:pPr>
      <w:pStyle w:val="Header"/>
      <w:spacing w:after="0"/>
      <w:jc w:val="right"/>
      <w:rPr>
        <w:i/>
      </w:rPr>
    </w:pPr>
    <w:r>
      <w:rPr>
        <w:rFonts w:ascii="Arial" w:hAnsi="Arial"/>
        <w:sz w:val="20"/>
      </w:rPr>
      <w:t xml:space="preserve"> </w:t>
    </w:r>
  </w:p>
  <w:p w14:paraId="24FF6474" w14:textId="77777777" w:rsidR="00FC7F52" w:rsidRDefault="00FC7F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AB1E6" w14:textId="52D116CE" w:rsidR="00FC7F52" w:rsidRPr="00282636" w:rsidRDefault="00FC7F52" w:rsidP="00AA0813">
    <w:pPr>
      <w:pStyle w:val="Header"/>
      <w:spacing w:after="0"/>
      <w:jc w:val="left"/>
      <w:rPr>
        <w:i/>
      </w:rPr>
    </w:pPr>
    <w:r w:rsidRPr="00AA0813">
      <w:rPr>
        <w:rFonts w:ascii="Arial Black" w:hAnsi="Arial Black"/>
        <w:noProof/>
        <w:color w:val="18276E"/>
        <w:sz w:val="36"/>
      </w:rPr>
      <w:drawing>
        <wp:inline distT="0" distB="0" distL="0" distR="0" wp14:anchorId="64B6C465" wp14:editId="61222CE5">
          <wp:extent cx="1943100" cy="676275"/>
          <wp:effectExtent l="0" t="0" r="0" b="952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167F19"/>
    <w:multiLevelType w:val="hybridMultilevel"/>
    <w:tmpl w:val="5B9AAE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0E2AE2"/>
    <w:multiLevelType w:val="hybridMultilevel"/>
    <w:tmpl w:val="089A4D30"/>
    <w:lvl w:ilvl="0" w:tplc="5210C7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9923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8CE6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AD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2858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226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266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F4DC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C42C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6B2373"/>
    <w:multiLevelType w:val="hybridMultilevel"/>
    <w:tmpl w:val="5D80587C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5EB342D"/>
    <w:multiLevelType w:val="hybridMultilevel"/>
    <w:tmpl w:val="B840E39A"/>
    <w:lvl w:ilvl="0" w:tplc="EF58B554">
      <w:start w:val="201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8" w15:restartNumberingAfterBreak="0">
    <w:nsid w:val="12712256"/>
    <w:multiLevelType w:val="hybridMultilevel"/>
    <w:tmpl w:val="D876AE94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F7D57"/>
    <w:multiLevelType w:val="hybridMultilevel"/>
    <w:tmpl w:val="B1DA99C2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467BB"/>
    <w:multiLevelType w:val="hybridMultilevel"/>
    <w:tmpl w:val="3A3C98D0"/>
    <w:lvl w:ilvl="0" w:tplc="4210ABE0">
      <w:numFmt w:val="bullet"/>
      <w:lvlText w:val="-"/>
      <w:lvlJc w:val="left"/>
      <w:pPr>
        <w:ind w:left="540" w:hanging="180"/>
      </w:pPr>
      <w:rPr>
        <w:rFonts w:ascii="Arial" w:eastAsia="Times New Roman" w:hAnsi="Arial" w:cs="Aria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2" w15:restartNumberingAfterBreak="0">
    <w:nsid w:val="146102EE"/>
    <w:multiLevelType w:val="hybridMultilevel"/>
    <w:tmpl w:val="15DE2A02"/>
    <w:lvl w:ilvl="0" w:tplc="E132F5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B825EB"/>
    <w:multiLevelType w:val="hybridMultilevel"/>
    <w:tmpl w:val="0D921408"/>
    <w:lvl w:ilvl="0" w:tplc="9FB6763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1736E3"/>
    <w:multiLevelType w:val="hybridMultilevel"/>
    <w:tmpl w:val="23A6DDCE"/>
    <w:lvl w:ilvl="0" w:tplc="EF58B554">
      <w:start w:val="201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3467F3E"/>
    <w:multiLevelType w:val="hybridMultilevel"/>
    <w:tmpl w:val="24E4BD64"/>
    <w:lvl w:ilvl="0" w:tplc="2FDEA6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7" w15:restartNumberingAfterBreak="0">
    <w:nsid w:val="26CF0DD0"/>
    <w:multiLevelType w:val="hybridMultilevel"/>
    <w:tmpl w:val="49B03964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350D5"/>
    <w:multiLevelType w:val="hybridMultilevel"/>
    <w:tmpl w:val="82AC7BD2"/>
    <w:lvl w:ilvl="0" w:tplc="68F86F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6A6057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26E561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63620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849D9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C9ADA1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99026C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0CBD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2DAA8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B92341B"/>
    <w:multiLevelType w:val="hybridMultilevel"/>
    <w:tmpl w:val="D9D42DE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21" w15:restartNumberingAfterBreak="0">
    <w:nsid w:val="33464AC9"/>
    <w:multiLevelType w:val="hybridMultilevel"/>
    <w:tmpl w:val="0E32CF9C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3" w15:restartNumberingAfterBreak="0">
    <w:nsid w:val="3D022A82"/>
    <w:multiLevelType w:val="hybridMultilevel"/>
    <w:tmpl w:val="028CFF12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5448C5"/>
    <w:multiLevelType w:val="hybridMultilevel"/>
    <w:tmpl w:val="C5E6AFF0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591392"/>
    <w:multiLevelType w:val="hybridMultilevel"/>
    <w:tmpl w:val="2DBC147C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3152D3E"/>
    <w:multiLevelType w:val="hybridMultilevel"/>
    <w:tmpl w:val="29368114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9DC3615"/>
    <w:multiLevelType w:val="hybridMultilevel"/>
    <w:tmpl w:val="41166E4C"/>
    <w:lvl w:ilvl="0" w:tplc="9F0E7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41FE4" w:tentative="1">
      <w:start w:val="1"/>
      <w:numFmt w:val="lowerLetter"/>
      <w:lvlText w:val="%2."/>
      <w:lvlJc w:val="left"/>
      <w:pPr>
        <w:ind w:left="1440" w:hanging="360"/>
      </w:pPr>
    </w:lvl>
    <w:lvl w:ilvl="2" w:tplc="D5907788" w:tentative="1">
      <w:start w:val="1"/>
      <w:numFmt w:val="lowerRoman"/>
      <w:lvlText w:val="%3."/>
      <w:lvlJc w:val="right"/>
      <w:pPr>
        <w:ind w:left="2160" w:hanging="180"/>
      </w:pPr>
    </w:lvl>
    <w:lvl w:ilvl="3" w:tplc="FAF4FED6" w:tentative="1">
      <w:start w:val="1"/>
      <w:numFmt w:val="decimal"/>
      <w:lvlText w:val="%4."/>
      <w:lvlJc w:val="left"/>
      <w:pPr>
        <w:ind w:left="2880" w:hanging="360"/>
      </w:pPr>
    </w:lvl>
    <w:lvl w:ilvl="4" w:tplc="F484F81E" w:tentative="1">
      <w:start w:val="1"/>
      <w:numFmt w:val="lowerLetter"/>
      <w:lvlText w:val="%5."/>
      <w:lvlJc w:val="left"/>
      <w:pPr>
        <w:ind w:left="3600" w:hanging="360"/>
      </w:pPr>
    </w:lvl>
    <w:lvl w:ilvl="5" w:tplc="4B52F520" w:tentative="1">
      <w:start w:val="1"/>
      <w:numFmt w:val="lowerRoman"/>
      <w:lvlText w:val="%6."/>
      <w:lvlJc w:val="right"/>
      <w:pPr>
        <w:ind w:left="4320" w:hanging="180"/>
      </w:pPr>
    </w:lvl>
    <w:lvl w:ilvl="6" w:tplc="8AE044D0" w:tentative="1">
      <w:start w:val="1"/>
      <w:numFmt w:val="decimal"/>
      <w:lvlText w:val="%7."/>
      <w:lvlJc w:val="left"/>
      <w:pPr>
        <w:ind w:left="5040" w:hanging="360"/>
      </w:pPr>
    </w:lvl>
    <w:lvl w:ilvl="7" w:tplc="503A2BA8" w:tentative="1">
      <w:start w:val="1"/>
      <w:numFmt w:val="lowerLetter"/>
      <w:lvlText w:val="%8."/>
      <w:lvlJc w:val="left"/>
      <w:pPr>
        <w:ind w:left="5760" w:hanging="360"/>
      </w:pPr>
    </w:lvl>
    <w:lvl w:ilvl="8" w:tplc="4E903F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432656"/>
    <w:multiLevelType w:val="multilevel"/>
    <w:tmpl w:val="AC885D7A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4D835E7A"/>
    <w:multiLevelType w:val="hybridMultilevel"/>
    <w:tmpl w:val="7482FA6A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083375"/>
    <w:multiLevelType w:val="multilevel"/>
    <w:tmpl w:val="94B09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4C79A3"/>
    <w:multiLevelType w:val="hybridMultilevel"/>
    <w:tmpl w:val="22D4A72A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763C2E"/>
    <w:multiLevelType w:val="hybridMultilevel"/>
    <w:tmpl w:val="E8083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C01BA"/>
    <w:multiLevelType w:val="hybridMultilevel"/>
    <w:tmpl w:val="DA38543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103747D"/>
    <w:multiLevelType w:val="hybridMultilevel"/>
    <w:tmpl w:val="68168764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2563DFA"/>
    <w:multiLevelType w:val="hybridMultilevel"/>
    <w:tmpl w:val="A268DA24"/>
    <w:lvl w:ilvl="0" w:tplc="EF58B554">
      <w:start w:val="2016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47D4D81"/>
    <w:multiLevelType w:val="hybridMultilevel"/>
    <w:tmpl w:val="41166E4C"/>
    <w:lvl w:ilvl="0" w:tplc="9F0E7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41FE4" w:tentative="1">
      <w:start w:val="1"/>
      <w:numFmt w:val="lowerLetter"/>
      <w:lvlText w:val="%2."/>
      <w:lvlJc w:val="left"/>
      <w:pPr>
        <w:ind w:left="1440" w:hanging="360"/>
      </w:pPr>
    </w:lvl>
    <w:lvl w:ilvl="2" w:tplc="D5907788" w:tentative="1">
      <w:start w:val="1"/>
      <w:numFmt w:val="lowerRoman"/>
      <w:lvlText w:val="%3."/>
      <w:lvlJc w:val="right"/>
      <w:pPr>
        <w:ind w:left="2160" w:hanging="180"/>
      </w:pPr>
    </w:lvl>
    <w:lvl w:ilvl="3" w:tplc="FAF4FED6" w:tentative="1">
      <w:start w:val="1"/>
      <w:numFmt w:val="decimal"/>
      <w:lvlText w:val="%4."/>
      <w:lvlJc w:val="left"/>
      <w:pPr>
        <w:ind w:left="2880" w:hanging="360"/>
      </w:pPr>
    </w:lvl>
    <w:lvl w:ilvl="4" w:tplc="F484F81E" w:tentative="1">
      <w:start w:val="1"/>
      <w:numFmt w:val="lowerLetter"/>
      <w:lvlText w:val="%5."/>
      <w:lvlJc w:val="left"/>
      <w:pPr>
        <w:ind w:left="3600" w:hanging="360"/>
      </w:pPr>
    </w:lvl>
    <w:lvl w:ilvl="5" w:tplc="4B52F520" w:tentative="1">
      <w:start w:val="1"/>
      <w:numFmt w:val="lowerRoman"/>
      <w:lvlText w:val="%6."/>
      <w:lvlJc w:val="right"/>
      <w:pPr>
        <w:ind w:left="4320" w:hanging="180"/>
      </w:pPr>
    </w:lvl>
    <w:lvl w:ilvl="6" w:tplc="8AE044D0" w:tentative="1">
      <w:start w:val="1"/>
      <w:numFmt w:val="decimal"/>
      <w:lvlText w:val="%7."/>
      <w:lvlJc w:val="left"/>
      <w:pPr>
        <w:ind w:left="5040" w:hanging="360"/>
      </w:pPr>
    </w:lvl>
    <w:lvl w:ilvl="7" w:tplc="503A2BA8" w:tentative="1">
      <w:start w:val="1"/>
      <w:numFmt w:val="lowerLetter"/>
      <w:lvlText w:val="%8."/>
      <w:lvlJc w:val="left"/>
      <w:pPr>
        <w:ind w:left="5760" w:hanging="360"/>
      </w:pPr>
    </w:lvl>
    <w:lvl w:ilvl="8" w:tplc="4E903F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2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43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4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5" w15:restartNumberingAfterBreak="0">
    <w:nsid w:val="705B2777"/>
    <w:multiLevelType w:val="hybridMultilevel"/>
    <w:tmpl w:val="E4E0ECFE"/>
    <w:lvl w:ilvl="0" w:tplc="67F49D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AC3B54" w:tentative="1">
      <w:start w:val="1"/>
      <w:numFmt w:val="lowerLetter"/>
      <w:lvlText w:val="%2."/>
      <w:lvlJc w:val="left"/>
      <w:pPr>
        <w:ind w:left="1440" w:hanging="360"/>
      </w:pPr>
    </w:lvl>
    <w:lvl w:ilvl="2" w:tplc="726C0ED2" w:tentative="1">
      <w:start w:val="1"/>
      <w:numFmt w:val="lowerRoman"/>
      <w:lvlText w:val="%3."/>
      <w:lvlJc w:val="right"/>
      <w:pPr>
        <w:ind w:left="2160" w:hanging="180"/>
      </w:pPr>
    </w:lvl>
    <w:lvl w:ilvl="3" w:tplc="03E0215A" w:tentative="1">
      <w:start w:val="1"/>
      <w:numFmt w:val="decimal"/>
      <w:lvlText w:val="%4."/>
      <w:lvlJc w:val="left"/>
      <w:pPr>
        <w:ind w:left="2880" w:hanging="360"/>
      </w:pPr>
    </w:lvl>
    <w:lvl w:ilvl="4" w:tplc="F66893B6" w:tentative="1">
      <w:start w:val="1"/>
      <w:numFmt w:val="lowerLetter"/>
      <w:lvlText w:val="%5."/>
      <w:lvlJc w:val="left"/>
      <w:pPr>
        <w:ind w:left="3600" w:hanging="360"/>
      </w:pPr>
    </w:lvl>
    <w:lvl w:ilvl="5" w:tplc="1EC82362" w:tentative="1">
      <w:start w:val="1"/>
      <w:numFmt w:val="lowerRoman"/>
      <w:lvlText w:val="%6."/>
      <w:lvlJc w:val="right"/>
      <w:pPr>
        <w:ind w:left="4320" w:hanging="180"/>
      </w:pPr>
    </w:lvl>
    <w:lvl w:ilvl="6" w:tplc="ECE80C56" w:tentative="1">
      <w:start w:val="1"/>
      <w:numFmt w:val="decimal"/>
      <w:lvlText w:val="%7."/>
      <w:lvlJc w:val="left"/>
      <w:pPr>
        <w:ind w:left="5040" w:hanging="360"/>
      </w:pPr>
    </w:lvl>
    <w:lvl w:ilvl="7" w:tplc="7DE2D51A" w:tentative="1">
      <w:start w:val="1"/>
      <w:numFmt w:val="lowerLetter"/>
      <w:lvlText w:val="%8."/>
      <w:lvlJc w:val="left"/>
      <w:pPr>
        <w:ind w:left="5760" w:hanging="360"/>
      </w:pPr>
    </w:lvl>
    <w:lvl w:ilvl="8" w:tplc="D2AA50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6E75F2"/>
    <w:multiLevelType w:val="hybridMultilevel"/>
    <w:tmpl w:val="4AD435B4"/>
    <w:lvl w:ilvl="0" w:tplc="5210C7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E70C10"/>
    <w:multiLevelType w:val="hybridMultilevel"/>
    <w:tmpl w:val="C1EAA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C427B6"/>
    <w:multiLevelType w:val="hybridMultilevel"/>
    <w:tmpl w:val="E1C02B8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AF450F"/>
    <w:multiLevelType w:val="hybridMultilevel"/>
    <w:tmpl w:val="11F4422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7F077A3"/>
    <w:multiLevelType w:val="hybridMultilevel"/>
    <w:tmpl w:val="1060BA38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726C4B"/>
    <w:multiLevelType w:val="hybridMultilevel"/>
    <w:tmpl w:val="93B04672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2"/>
  </w:num>
  <w:num w:numId="4">
    <w:abstractNumId w:val="22"/>
  </w:num>
  <w:num w:numId="5">
    <w:abstractNumId w:val="20"/>
  </w:num>
  <w:num w:numId="6">
    <w:abstractNumId w:val="11"/>
  </w:num>
  <w:num w:numId="7">
    <w:abstractNumId w:val="7"/>
  </w:num>
  <w:num w:numId="8">
    <w:abstractNumId w:val="41"/>
  </w:num>
  <w:num w:numId="9">
    <w:abstractNumId w:val="43"/>
  </w:num>
  <w:num w:numId="10">
    <w:abstractNumId w:val="42"/>
  </w:num>
  <w:num w:numId="11">
    <w:abstractNumId w:val="44"/>
  </w:num>
  <w:num w:numId="12">
    <w:abstractNumId w:val="16"/>
  </w:num>
  <w:num w:numId="13">
    <w:abstractNumId w:val="26"/>
  </w:num>
  <w:num w:numId="14">
    <w:abstractNumId w:val="29"/>
  </w:num>
  <w:num w:numId="15">
    <w:abstractNumId w:val="28"/>
  </w:num>
  <w:num w:numId="16">
    <w:abstractNumId w:val="5"/>
  </w:num>
  <w:num w:numId="17">
    <w:abstractNumId w:val="30"/>
  </w:num>
  <w:num w:numId="18">
    <w:abstractNumId w:val="45"/>
  </w:num>
  <w:num w:numId="19">
    <w:abstractNumId w:val="18"/>
  </w:num>
  <w:num w:numId="20">
    <w:abstractNumId w:val="31"/>
  </w:num>
  <w:num w:numId="21">
    <w:abstractNumId w:val="3"/>
  </w:num>
  <w:num w:numId="22">
    <w:abstractNumId w:val="25"/>
  </w:num>
  <w:num w:numId="23">
    <w:abstractNumId w:val="35"/>
  </w:num>
  <w:num w:numId="24">
    <w:abstractNumId w:val="21"/>
  </w:num>
  <w:num w:numId="25">
    <w:abstractNumId w:val="46"/>
  </w:num>
  <w:num w:numId="26">
    <w:abstractNumId w:val="9"/>
  </w:num>
  <w:num w:numId="27">
    <w:abstractNumId w:val="4"/>
  </w:num>
  <w:num w:numId="28">
    <w:abstractNumId w:val="50"/>
  </w:num>
  <w:num w:numId="29">
    <w:abstractNumId w:val="23"/>
  </w:num>
  <w:num w:numId="30">
    <w:abstractNumId w:val="51"/>
  </w:num>
  <w:num w:numId="31">
    <w:abstractNumId w:val="27"/>
  </w:num>
  <w:num w:numId="32">
    <w:abstractNumId w:val="8"/>
  </w:num>
  <w:num w:numId="33">
    <w:abstractNumId w:val="39"/>
  </w:num>
  <w:num w:numId="34">
    <w:abstractNumId w:val="6"/>
  </w:num>
  <w:num w:numId="35">
    <w:abstractNumId w:val="13"/>
  </w:num>
  <w:num w:numId="36">
    <w:abstractNumId w:val="47"/>
  </w:num>
  <w:num w:numId="37">
    <w:abstractNumId w:val="14"/>
  </w:num>
  <w:num w:numId="38">
    <w:abstractNumId w:val="36"/>
  </w:num>
  <w:num w:numId="39">
    <w:abstractNumId w:val="15"/>
  </w:num>
  <w:num w:numId="40">
    <w:abstractNumId w:val="40"/>
  </w:num>
  <w:num w:numId="41">
    <w:abstractNumId w:val="33"/>
  </w:num>
  <w:num w:numId="42">
    <w:abstractNumId w:val="10"/>
  </w:num>
  <w:num w:numId="43">
    <w:abstractNumId w:val="24"/>
  </w:num>
  <w:num w:numId="44">
    <w:abstractNumId w:val="17"/>
  </w:num>
  <w:num w:numId="45">
    <w:abstractNumId w:val="19"/>
  </w:num>
  <w:num w:numId="46">
    <w:abstractNumId w:val="48"/>
  </w:num>
  <w:num w:numId="47">
    <w:abstractNumId w:val="38"/>
  </w:num>
  <w:num w:numId="48">
    <w:abstractNumId w:val="2"/>
  </w:num>
  <w:num w:numId="49">
    <w:abstractNumId w:val="49"/>
  </w:num>
  <w:num w:numId="50">
    <w:abstractNumId w:val="37"/>
  </w:num>
  <w:num w:numId="51">
    <w:abstractNumId w:val="34"/>
  </w:num>
  <w:num w:numId="52">
    <w:abstractNumId w:val="1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T"/>
  </w:docVars>
  <w:rsids>
    <w:rsidRoot w:val="00620AF0"/>
    <w:rsid w:val="0002367D"/>
    <w:rsid w:val="00027806"/>
    <w:rsid w:val="00042527"/>
    <w:rsid w:val="0005275F"/>
    <w:rsid w:val="00054C1C"/>
    <w:rsid w:val="000726B5"/>
    <w:rsid w:val="00080383"/>
    <w:rsid w:val="000829F3"/>
    <w:rsid w:val="000961BD"/>
    <w:rsid w:val="000A16E5"/>
    <w:rsid w:val="000A363E"/>
    <w:rsid w:val="000A367D"/>
    <w:rsid w:val="000A6C0B"/>
    <w:rsid w:val="000C53E2"/>
    <w:rsid w:val="000C5504"/>
    <w:rsid w:val="000D6ACE"/>
    <w:rsid w:val="000E1354"/>
    <w:rsid w:val="000E3EDC"/>
    <w:rsid w:val="000F1E4F"/>
    <w:rsid w:val="000F4DEA"/>
    <w:rsid w:val="000F4FC9"/>
    <w:rsid w:val="00100432"/>
    <w:rsid w:val="00103A86"/>
    <w:rsid w:val="0010434C"/>
    <w:rsid w:val="00112F18"/>
    <w:rsid w:val="001168B3"/>
    <w:rsid w:val="00120779"/>
    <w:rsid w:val="00122E78"/>
    <w:rsid w:val="00123A2A"/>
    <w:rsid w:val="00123FDF"/>
    <w:rsid w:val="00131483"/>
    <w:rsid w:val="001328F9"/>
    <w:rsid w:val="00136556"/>
    <w:rsid w:val="00136E87"/>
    <w:rsid w:val="001372E1"/>
    <w:rsid w:val="00137A08"/>
    <w:rsid w:val="00141004"/>
    <w:rsid w:val="00151064"/>
    <w:rsid w:val="00151E38"/>
    <w:rsid w:val="00165974"/>
    <w:rsid w:val="0016748C"/>
    <w:rsid w:val="001717E0"/>
    <w:rsid w:val="00172181"/>
    <w:rsid w:val="00172752"/>
    <w:rsid w:val="001730E2"/>
    <w:rsid w:val="00175DEA"/>
    <w:rsid w:val="00177888"/>
    <w:rsid w:val="001A2E09"/>
    <w:rsid w:val="001A48DB"/>
    <w:rsid w:val="001A53BC"/>
    <w:rsid w:val="001A5E51"/>
    <w:rsid w:val="001B00BF"/>
    <w:rsid w:val="001B40E7"/>
    <w:rsid w:val="001B5F64"/>
    <w:rsid w:val="001B7269"/>
    <w:rsid w:val="001C13FF"/>
    <w:rsid w:val="001C7D11"/>
    <w:rsid w:val="001D29FC"/>
    <w:rsid w:val="001D51D9"/>
    <w:rsid w:val="001D7FA6"/>
    <w:rsid w:val="001E2EAB"/>
    <w:rsid w:val="001E64EF"/>
    <w:rsid w:val="001F0C7A"/>
    <w:rsid w:val="001F1C38"/>
    <w:rsid w:val="001F3714"/>
    <w:rsid w:val="001F4A61"/>
    <w:rsid w:val="001F5A5F"/>
    <w:rsid w:val="00205CDB"/>
    <w:rsid w:val="00223719"/>
    <w:rsid w:val="0022681B"/>
    <w:rsid w:val="00233002"/>
    <w:rsid w:val="00240966"/>
    <w:rsid w:val="00241CDF"/>
    <w:rsid w:val="00243806"/>
    <w:rsid w:val="00252EDA"/>
    <w:rsid w:val="00257FF0"/>
    <w:rsid w:val="00262699"/>
    <w:rsid w:val="00266323"/>
    <w:rsid w:val="0027022F"/>
    <w:rsid w:val="00270868"/>
    <w:rsid w:val="00270FA8"/>
    <w:rsid w:val="00272223"/>
    <w:rsid w:val="00273D97"/>
    <w:rsid w:val="00274AAC"/>
    <w:rsid w:val="002761A1"/>
    <w:rsid w:val="00282636"/>
    <w:rsid w:val="00285FA0"/>
    <w:rsid w:val="00286A21"/>
    <w:rsid w:val="00287E36"/>
    <w:rsid w:val="00290DA4"/>
    <w:rsid w:val="00291673"/>
    <w:rsid w:val="0029427D"/>
    <w:rsid w:val="00296119"/>
    <w:rsid w:val="002A3287"/>
    <w:rsid w:val="002A41DF"/>
    <w:rsid w:val="002A4FEE"/>
    <w:rsid w:val="002B04D0"/>
    <w:rsid w:val="002B5C61"/>
    <w:rsid w:val="002B624E"/>
    <w:rsid w:val="002B75E6"/>
    <w:rsid w:val="002B76B4"/>
    <w:rsid w:val="002C4025"/>
    <w:rsid w:val="002C60A9"/>
    <w:rsid w:val="002D1F35"/>
    <w:rsid w:val="002D7181"/>
    <w:rsid w:val="002D756C"/>
    <w:rsid w:val="002E232F"/>
    <w:rsid w:val="002E3224"/>
    <w:rsid w:val="002F6493"/>
    <w:rsid w:val="002F67E3"/>
    <w:rsid w:val="002F769F"/>
    <w:rsid w:val="002F78FB"/>
    <w:rsid w:val="002F7CCA"/>
    <w:rsid w:val="00300966"/>
    <w:rsid w:val="00301609"/>
    <w:rsid w:val="003078BC"/>
    <w:rsid w:val="00315E93"/>
    <w:rsid w:val="00317CF9"/>
    <w:rsid w:val="00324C36"/>
    <w:rsid w:val="003301A0"/>
    <w:rsid w:val="00331243"/>
    <w:rsid w:val="00331C14"/>
    <w:rsid w:val="0033292E"/>
    <w:rsid w:val="00332A29"/>
    <w:rsid w:val="00337C6E"/>
    <w:rsid w:val="00345D34"/>
    <w:rsid w:val="00345EDB"/>
    <w:rsid w:val="00354915"/>
    <w:rsid w:val="00360399"/>
    <w:rsid w:val="00362D8A"/>
    <w:rsid w:val="00363FFE"/>
    <w:rsid w:val="00365041"/>
    <w:rsid w:val="00367659"/>
    <w:rsid w:val="003809A2"/>
    <w:rsid w:val="003816E2"/>
    <w:rsid w:val="00392202"/>
    <w:rsid w:val="00393B89"/>
    <w:rsid w:val="00395362"/>
    <w:rsid w:val="003A1B67"/>
    <w:rsid w:val="003B0695"/>
    <w:rsid w:val="003B4F09"/>
    <w:rsid w:val="003B5FEF"/>
    <w:rsid w:val="003C090A"/>
    <w:rsid w:val="003C33C6"/>
    <w:rsid w:val="003C6464"/>
    <w:rsid w:val="003D30F6"/>
    <w:rsid w:val="003F421D"/>
    <w:rsid w:val="003F44B9"/>
    <w:rsid w:val="003F4813"/>
    <w:rsid w:val="003F58A2"/>
    <w:rsid w:val="003F6752"/>
    <w:rsid w:val="00403529"/>
    <w:rsid w:val="00404A01"/>
    <w:rsid w:val="004053FF"/>
    <w:rsid w:val="0040621B"/>
    <w:rsid w:val="0041234A"/>
    <w:rsid w:val="00414E1F"/>
    <w:rsid w:val="004204FC"/>
    <w:rsid w:val="00420D0B"/>
    <w:rsid w:val="004366AC"/>
    <w:rsid w:val="00436A7D"/>
    <w:rsid w:val="00436AA7"/>
    <w:rsid w:val="00443F4B"/>
    <w:rsid w:val="004511F3"/>
    <w:rsid w:val="00452D3A"/>
    <w:rsid w:val="00464060"/>
    <w:rsid w:val="0046441A"/>
    <w:rsid w:val="00465F98"/>
    <w:rsid w:val="00466FCE"/>
    <w:rsid w:val="00481215"/>
    <w:rsid w:val="004A0019"/>
    <w:rsid w:val="004A0BF9"/>
    <w:rsid w:val="004A39F8"/>
    <w:rsid w:val="004A3BEE"/>
    <w:rsid w:val="004C00CF"/>
    <w:rsid w:val="004C4360"/>
    <w:rsid w:val="004C4860"/>
    <w:rsid w:val="004C4E03"/>
    <w:rsid w:val="004C5034"/>
    <w:rsid w:val="004C5355"/>
    <w:rsid w:val="004C5C64"/>
    <w:rsid w:val="004D0203"/>
    <w:rsid w:val="004D0EBF"/>
    <w:rsid w:val="004F16FA"/>
    <w:rsid w:val="004F25E8"/>
    <w:rsid w:val="004F5E58"/>
    <w:rsid w:val="00504570"/>
    <w:rsid w:val="005062BF"/>
    <w:rsid w:val="005067E4"/>
    <w:rsid w:val="00512137"/>
    <w:rsid w:val="005144AE"/>
    <w:rsid w:val="005231A6"/>
    <w:rsid w:val="00534A48"/>
    <w:rsid w:val="005358E3"/>
    <w:rsid w:val="00537577"/>
    <w:rsid w:val="00540066"/>
    <w:rsid w:val="00540869"/>
    <w:rsid w:val="00544B35"/>
    <w:rsid w:val="00552DC7"/>
    <w:rsid w:val="0055326C"/>
    <w:rsid w:val="00555460"/>
    <w:rsid w:val="0055771E"/>
    <w:rsid w:val="005658A0"/>
    <w:rsid w:val="005661B5"/>
    <w:rsid w:val="0056652E"/>
    <w:rsid w:val="00573B08"/>
    <w:rsid w:val="0057445E"/>
    <w:rsid w:val="00576B6C"/>
    <w:rsid w:val="0058004B"/>
    <w:rsid w:val="00585E0B"/>
    <w:rsid w:val="00591F26"/>
    <w:rsid w:val="00593CDB"/>
    <w:rsid w:val="00596D4B"/>
    <w:rsid w:val="005A66A9"/>
    <w:rsid w:val="005B4464"/>
    <w:rsid w:val="005B6C08"/>
    <w:rsid w:val="005B7CE6"/>
    <w:rsid w:val="005B7D7B"/>
    <w:rsid w:val="005C2E89"/>
    <w:rsid w:val="005C6FD7"/>
    <w:rsid w:val="005C71FB"/>
    <w:rsid w:val="005D70A2"/>
    <w:rsid w:val="005D788B"/>
    <w:rsid w:val="005E1511"/>
    <w:rsid w:val="005F6DD6"/>
    <w:rsid w:val="006010BB"/>
    <w:rsid w:val="00603B3E"/>
    <w:rsid w:val="0061493D"/>
    <w:rsid w:val="00616C86"/>
    <w:rsid w:val="00620264"/>
    <w:rsid w:val="00620AF0"/>
    <w:rsid w:val="006213A6"/>
    <w:rsid w:val="006234FB"/>
    <w:rsid w:val="00623A25"/>
    <w:rsid w:val="00624962"/>
    <w:rsid w:val="00627B87"/>
    <w:rsid w:val="00634E25"/>
    <w:rsid w:val="00647B31"/>
    <w:rsid w:val="006569F3"/>
    <w:rsid w:val="00660A71"/>
    <w:rsid w:val="00661EFD"/>
    <w:rsid w:val="006622F1"/>
    <w:rsid w:val="0066251A"/>
    <w:rsid w:val="00664D71"/>
    <w:rsid w:val="006666E1"/>
    <w:rsid w:val="006677AC"/>
    <w:rsid w:val="00674CCB"/>
    <w:rsid w:val="0067793F"/>
    <w:rsid w:val="00683B6D"/>
    <w:rsid w:val="00685E04"/>
    <w:rsid w:val="00690440"/>
    <w:rsid w:val="0069153E"/>
    <w:rsid w:val="00691EBF"/>
    <w:rsid w:val="00694473"/>
    <w:rsid w:val="00694C3F"/>
    <w:rsid w:val="0069623E"/>
    <w:rsid w:val="006A1244"/>
    <w:rsid w:val="006A19D7"/>
    <w:rsid w:val="006A2986"/>
    <w:rsid w:val="006A2E84"/>
    <w:rsid w:val="006A7395"/>
    <w:rsid w:val="006B425E"/>
    <w:rsid w:val="006B7206"/>
    <w:rsid w:val="006C3A15"/>
    <w:rsid w:val="006C7E90"/>
    <w:rsid w:val="006F0638"/>
    <w:rsid w:val="006F2D94"/>
    <w:rsid w:val="006F542D"/>
    <w:rsid w:val="00704E39"/>
    <w:rsid w:val="007123F7"/>
    <w:rsid w:val="00715D13"/>
    <w:rsid w:val="007168C1"/>
    <w:rsid w:val="00716B0B"/>
    <w:rsid w:val="00733565"/>
    <w:rsid w:val="0073389F"/>
    <w:rsid w:val="00740387"/>
    <w:rsid w:val="00746700"/>
    <w:rsid w:val="00750054"/>
    <w:rsid w:val="00753BE4"/>
    <w:rsid w:val="00773CB5"/>
    <w:rsid w:val="00774A0B"/>
    <w:rsid w:val="00783A83"/>
    <w:rsid w:val="00786274"/>
    <w:rsid w:val="0079108A"/>
    <w:rsid w:val="00791D58"/>
    <w:rsid w:val="00796AD7"/>
    <w:rsid w:val="007A070F"/>
    <w:rsid w:val="007A19A7"/>
    <w:rsid w:val="007A1FE1"/>
    <w:rsid w:val="007A3760"/>
    <w:rsid w:val="007A3804"/>
    <w:rsid w:val="007B376F"/>
    <w:rsid w:val="007B3D8C"/>
    <w:rsid w:val="007B3F82"/>
    <w:rsid w:val="007C046F"/>
    <w:rsid w:val="007C6B25"/>
    <w:rsid w:val="007D1433"/>
    <w:rsid w:val="007D51CE"/>
    <w:rsid w:val="007D733C"/>
    <w:rsid w:val="007E1912"/>
    <w:rsid w:val="007E5CB4"/>
    <w:rsid w:val="007E6DED"/>
    <w:rsid w:val="007F0F50"/>
    <w:rsid w:val="007F6958"/>
    <w:rsid w:val="007F735B"/>
    <w:rsid w:val="008018E2"/>
    <w:rsid w:val="008201F0"/>
    <w:rsid w:val="00821F05"/>
    <w:rsid w:val="008238D2"/>
    <w:rsid w:val="008349D1"/>
    <w:rsid w:val="008508E6"/>
    <w:rsid w:val="00853CC6"/>
    <w:rsid w:val="00856C34"/>
    <w:rsid w:val="00866168"/>
    <w:rsid w:val="008666BE"/>
    <w:rsid w:val="008736B7"/>
    <w:rsid w:val="00883D0E"/>
    <w:rsid w:val="00885914"/>
    <w:rsid w:val="0089471E"/>
    <w:rsid w:val="0089669B"/>
    <w:rsid w:val="008B0F77"/>
    <w:rsid w:val="008B2B8C"/>
    <w:rsid w:val="008B32F7"/>
    <w:rsid w:val="008B431F"/>
    <w:rsid w:val="008C39D9"/>
    <w:rsid w:val="008C5347"/>
    <w:rsid w:val="008E6C2F"/>
    <w:rsid w:val="008F2675"/>
    <w:rsid w:val="008F2FFC"/>
    <w:rsid w:val="008F5FF1"/>
    <w:rsid w:val="00901837"/>
    <w:rsid w:val="00907B95"/>
    <w:rsid w:val="00926F0F"/>
    <w:rsid w:val="009416AD"/>
    <w:rsid w:val="00942E82"/>
    <w:rsid w:val="00943CFE"/>
    <w:rsid w:val="0094772D"/>
    <w:rsid w:val="009531EE"/>
    <w:rsid w:val="00956786"/>
    <w:rsid w:val="0097070A"/>
    <w:rsid w:val="00971D95"/>
    <w:rsid w:val="00974880"/>
    <w:rsid w:val="00982C43"/>
    <w:rsid w:val="009831FB"/>
    <w:rsid w:val="00986D45"/>
    <w:rsid w:val="00987966"/>
    <w:rsid w:val="00994084"/>
    <w:rsid w:val="00995022"/>
    <w:rsid w:val="00995EB7"/>
    <w:rsid w:val="009A4EE5"/>
    <w:rsid w:val="009A73BC"/>
    <w:rsid w:val="009B0A38"/>
    <w:rsid w:val="009B0AEF"/>
    <w:rsid w:val="009C231C"/>
    <w:rsid w:val="009C54CA"/>
    <w:rsid w:val="009C587E"/>
    <w:rsid w:val="009E0EA4"/>
    <w:rsid w:val="009E25AA"/>
    <w:rsid w:val="009E6C07"/>
    <w:rsid w:val="009F09F5"/>
    <w:rsid w:val="009F16D8"/>
    <w:rsid w:val="009F762F"/>
    <w:rsid w:val="009F766B"/>
    <w:rsid w:val="00A05601"/>
    <w:rsid w:val="00A0744E"/>
    <w:rsid w:val="00A104C7"/>
    <w:rsid w:val="00A10D9D"/>
    <w:rsid w:val="00A10DF4"/>
    <w:rsid w:val="00A11211"/>
    <w:rsid w:val="00A13923"/>
    <w:rsid w:val="00A14428"/>
    <w:rsid w:val="00A14BA9"/>
    <w:rsid w:val="00A20ADD"/>
    <w:rsid w:val="00A21794"/>
    <w:rsid w:val="00A221C3"/>
    <w:rsid w:val="00A25A83"/>
    <w:rsid w:val="00A26303"/>
    <w:rsid w:val="00A37926"/>
    <w:rsid w:val="00A44BE0"/>
    <w:rsid w:val="00A50133"/>
    <w:rsid w:val="00A53D9B"/>
    <w:rsid w:val="00A5440B"/>
    <w:rsid w:val="00A6703F"/>
    <w:rsid w:val="00A709AA"/>
    <w:rsid w:val="00A72DB0"/>
    <w:rsid w:val="00A73340"/>
    <w:rsid w:val="00A73CB9"/>
    <w:rsid w:val="00A77228"/>
    <w:rsid w:val="00A841D5"/>
    <w:rsid w:val="00A93E53"/>
    <w:rsid w:val="00AA0813"/>
    <w:rsid w:val="00AA1E5D"/>
    <w:rsid w:val="00AA342F"/>
    <w:rsid w:val="00AA4DD3"/>
    <w:rsid w:val="00AB20E7"/>
    <w:rsid w:val="00AB4E8F"/>
    <w:rsid w:val="00AC0D94"/>
    <w:rsid w:val="00AD3C6D"/>
    <w:rsid w:val="00AE5FB8"/>
    <w:rsid w:val="00AF5907"/>
    <w:rsid w:val="00B00130"/>
    <w:rsid w:val="00B072A0"/>
    <w:rsid w:val="00B16A9D"/>
    <w:rsid w:val="00B23295"/>
    <w:rsid w:val="00B2569A"/>
    <w:rsid w:val="00B47CDE"/>
    <w:rsid w:val="00B506D8"/>
    <w:rsid w:val="00B542FB"/>
    <w:rsid w:val="00B57943"/>
    <w:rsid w:val="00B61CFE"/>
    <w:rsid w:val="00B65A01"/>
    <w:rsid w:val="00B906D2"/>
    <w:rsid w:val="00B906E1"/>
    <w:rsid w:val="00B92126"/>
    <w:rsid w:val="00B926D7"/>
    <w:rsid w:val="00B94604"/>
    <w:rsid w:val="00B94F02"/>
    <w:rsid w:val="00B962BC"/>
    <w:rsid w:val="00B9713A"/>
    <w:rsid w:val="00BA7503"/>
    <w:rsid w:val="00BB21E1"/>
    <w:rsid w:val="00BB50B2"/>
    <w:rsid w:val="00BC2AEB"/>
    <w:rsid w:val="00BC3231"/>
    <w:rsid w:val="00BC4AC2"/>
    <w:rsid w:val="00BC4FF3"/>
    <w:rsid w:val="00BD20BD"/>
    <w:rsid w:val="00BD20DE"/>
    <w:rsid w:val="00BD422D"/>
    <w:rsid w:val="00BE04D0"/>
    <w:rsid w:val="00BE2011"/>
    <w:rsid w:val="00BE4EB5"/>
    <w:rsid w:val="00BF36A0"/>
    <w:rsid w:val="00C02A4B"/>
    <w:rsid w:val="00C07122"/>
    <w:rsid w:val="00C25870"/>
    <w:rsid w:val="00C31F30"/>
    <w:rsid w:val="00C33119"/>
    <w:rsid w:val="00C33F52"/>
    <w:rsid w:val="00C403BD"/>
    <w:rsid w:val="00C462CC"/>
    <w:rsid w:val="00C463B4"/>
    <w:rsid w:val="00C52350"/>
    <w:rsid w:val="00C5326A"/>
    <w:rsid w:val="00C53B6E"/>
    <w:rsid w:val="00C5465D"/>
    <w:rsid w:val="00C54CE9"/>
    <w:rsid w:val="00C55C2E"/>
    <w:rsid w:val="00C60F13"/>
    <w:rsid w:val="00C652D5"/>
    <w:rsid w:val="00C6697A"/>
    <w:rsid w:val="00C67013"/>
    <w:rsid w:val="00C70125"/>
    <w:rsid w:val="00C7166E"/>
    <w:rsid w:val="00C73256"/>
    <w:rsid w:val="00C82540"/>
    <w:rsid w:val="00C842ED"/>
    <w:rsid w:val="00C87AC5"/>
    <w:rsid w:val="00C90F2B"/>
    <w:rsid w:val="00C92403"/>
    <w:rsid w:val="00C97D2C"/>
    <w:rsid w:val="00CA49E3"/>
    <w:rsid w:val="00CB3031"/>
    <w:rsid w:val="00CB43A5"/>
    <w:rsid w:val="00CB4AD7"/>
    <w:rsid w:val="00CB6827"/>
    <w:rsid w:val="00CC5249"/>
    <w:rsid w:val="00CC605F"/>
    <w:rsid w:val="00CC70C4"/>
    <w:rsid w:val="00CD3741"/>
    <w:rsid w:val="00CD6537"/>
    <w:rsid w:val="00CE3DC4"/>
    <w:rsid w:val="00CE4E16"/>
    <w:rsid w:val="00CE70BE"/>
    <w:rsid w:val="00CF0DB8"/>
    <w:rsid w:val="00CF5E07"/>
    <w:rsid w:val="00CF7473"/>
    <w:rsid w:val="00CF76E7"/>
    <w:rsid w:val="00D01FA8"/>
    <w:rsid w:val="00D039B2"/>
    <w:rsid w:val="00D03E57"/>
    <w:rsid w:val="00D0443F"/>
    <w:rsid w:val="00D06BF6"/>
    <w:rsid w:val="00D06F57"/>
    <w:rsid w:val="00D07FC5"/>
    <w:rsid w:val="00D109A2"/>
    <w:rsid w:val="00D10C39"/>
    <w:rsid w:val="00D118C2"/>
    <w:rsid w:val="00D13C0D"/>
    <w:rsid w:val="00D13FA6"/>
    <w:rsid w:val="00D15E2A"/>
    <w:rsid w:val="00D20035"/>
    <w:rsid w:val="00D2750F"/>
    <w:rsid w:val="00D27AE7"/>
    <w:rsid w:val="00D30683"/>
    <w:rsid w:val="00D4288C"/>
    <w:rsid w:val="00D462C1"/>
    <w:rsid w:val="00D50B33"/>
    <w:rsid w:val="00D54B91"/>
    <w:rsid w:val="00D55CC9"/>
    <w:rsid w:val="00D57568"/>
    <w:rsid w:val="00D61A9A"/>
    <w:rsid w:val="00D639A9"/>
    <w:rsid w:val="00D6648B"/>
    <w:rsid w:val="00D66EB8"/>
    <w:rsid w:val="00D67855"/>
    <w:rsid w:val="00D678EB"/>
    <w:rsid w:val="00D70AB8"/>
    <w:rsid w:val="00D717FC"/>
    <w:rsid w:val="00D7520F"/>
    <w:rsid w:val="00D752E1"/>
    <w:rsid w:val="00D81BB7"/>
    <w:rsid w:val="00D85954"/>
    <w:rsid w:val="00D85EFD"/>
    <w:rsid w:val="00D867AD"/>
    <w:rsid w:val="00D87AB8"/>
    <w:rsid w:val="00D9392E"/>
    <w:rsid w:val="00D970F8"/>
    <w:rsid w:val="00D97E6B"/>
    <w:rsid w:val="00DA01AF"/>
    <w:rsid w:val="00DB04DE"/>
    <w:rsid w:val="00DB0543"/>
    <w:rsid w:val="00DB3F50"/>
    <w:rsid w:val="00DD1C6B"/>
    <w:rsid w:val="00DD3407"/>
    <w:rsid w:val="00DD61F1"/>
    <w:rsid w:val="00DD6524"/>
    <w:rsid w:val="00DE368D"/>
    <w:rsid w:val="00DE393B"/>
    <w:rsid w:val="00DE6F08"/>
    <w:rsid w:val="00E02E81"/>
    <w:rsid w:val="00E069B7"/>
    <w:rsid w:val="00E06DD6"/>
    <w:rsid w:val="00E06F17"/>
    <w:rsid w:val="00E12EC4"/>
    <w:rsid w:val="00E251D5"/>
    <w:rsid w:val="00E27341"/>
    <w:rsid w:val="00E27D48"/>
    <w:rsid w:val="00E35554"/>
    <w:rsid w:val="00E36DE0"/>
    <w:rsid w:val="00E376B2"/>
    <w:rsid w:val="00E41BC8"/>
    <w:rsid w:val="00E424DA"/>
    <w:rsid w:val="00E451EB"/>
    <w:rsid w:val="00E45322"/>
    <w:rsid w:val="00E4701F"/>
    <w:rsid w:val="00E5002A"/>
    <w:rsid w:val="00E51176"/>
    <w:rsid w:val="00E53BD4"/>
    <w:rsid w:val="00E54ECE"/>
    <w:rsid w:val="00E60DDB"/>
    <w:rsid w:val="00E70E11"/>
    <w:rsid w:val="00E720F5"/>
    <w:rsid w:val="00E74DA1"/>
    <w:rsid w:val="00E77468"/>
    <w:rsid w:val="00E80C0D"/>
    <w:rsid w:val="00E82565"/>
    <w:rsid w:val="00E866F7"/>
    <w:rsid w:val="00E95949"/>
    <w:rsid w:val="00E96245"/>
    <w:rsid w:val="00E967EC"/>
    <w:rsid w:val="00E97C1B"/>
    <w:rsid w:val="00EA14D4"/>
    <w:rsid w:val="00EA1821"/>
    <w:rsid w:val="00EA41B5"/>
    <w:rsid w:val="00EA56E6"/>
    <w:rsid w:val="00EC269C"/>
    <w:rsid w:val="00EC3E14"/>
    <w:rsid w:val="00EC4049"/>
    <w:rsid w:val="00EC4434"/>
    <w:rsid w:val="00EC5F9F"/>
    <w:rsid w:val="00EC67A2"/>
    <w:rsid w:val="00EC71D6"/>
    <w:rsid w:val="00ED0C35"/>
    <w:rsid w:val="00ED0F83"/>
    <w:rsid w:val="00EE46A5"/>
    <w:rsid w:val="00EE46E8"/>
    <w:rsid w:val="00EF06C0"/>
    <w:rsid w:val="00EF6781"/>
    <w:rsid w:val="00F0022A"/>
    <w:rsid w:val="00F0191D"/>
    <w:rsid w:val="00F01B84"/>
    <w:rsid w:val="00F05643"/>
    <w:rsid w:val="00F10AD9"/>
    <w:rsid w:val="00F13686"/>
    <w:rsid w:val="00F205E3"/>
    <w:rsid w:val="00F2113A"/>
    <w:rsid w:val="00F21208"/>
    <w:rsid w:val="00F251AA"/>
    <w:rsid w:val="00F27806"/>
    <w:rsid w:val="00F32B8A"/>
    <w:rsid w:val="00F34D7F"/>
    <w:rsid w:val="00F46DE8"/>
    <w:rsid w:val="00F50739"/>
    <w:rsid w:val="00F507C0"/>
    <w:rsid w:val="00F50D5C"/>
    <w:rsid w:val="00F56A6D"/>
    <w:rsid w:val="00F61C5D"/>
    <w:rsid w:val="00F63482"/>
    <w:rsid w:val="00F65CB3"/>
    <w:rsid w:val="00F73734"/>
    <w:rsid w:val="00F74126"/>
    <w:rsid w:val="00F81836"/>
    <w:rsid w:val="00F81AE3"/>
    <w:rsid w:val="00F90097"/>
    <w:rsid w:val="00F90E4B"/>
    <w:rsid w:val="00F94D6D"/>
    <w:rsid w:val="00FA10C9"/>
    <w:rsid w:val="00FA3883"/>
    <w:rsid w:val="00FA5D75"/>
    <w:rsid w:val="00FA5E1E"/>
    <w:rsid w:val="00FB35D9"/>
    <w:rsid w:val="00FC7F52"/>
    <w:rsid w:val="00FD07EA"/>
    <w:rsid w:val="00FD5D64"/>
    <w:rsid w:val="00FE3213"/>
    <w:rsid w:val="00FF008C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852F24C"/>
  <w15:docId w15:val="{97528E43-2783-4AC8-B555-D1C258EF8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aliases w:val="FA Fußnotentext,Fußnotentext Char1,Fußnotentext Char Char,Fußnotentext Char1 Char,Fußnotentext Char Char Char Char Char,Fußnotentext Char Char Char Char,Fußnotentext Char Char Char Char1,Footnote Text2,Footnote Text11,Char"/>
    <w:basedOn w:val="Normal"/>
    <w:link w:val="FootnoteTextChar"/>
    <w:uiPriority w:val="99"/>
    <w:qFormat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</w:style>
  <w:style w:type="paragraph" w:styleId="ListBullet2">
    <w:name w:val="List Bullet 2"/>
    <w:basedOn w:val="Text2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7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3"/>
      </w:numPr>
    </w:pPr>
  </w:style>
  <w:style w:type="paragraph" w:styleId="ListNumber2">
    <w:name w:val="List Number 2"/>
    <w:basedOn w:val="Text2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7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4"/>
      </w:numPr>
    </w:pPr>
  </w:style>
  <w:style w:type="paragraph" w:customStyle="1" w:styleId="ListDash">
    <w:name w:val="List Dash"/>
    <w:basedOn w:val="Normal"/>
    <w:pPr>
      <w:numPr>
        <w:numId w:val="8"/>
      </w:numPr>
    </w:pPr>
  </w:style>
  <w:style w:type="paragraph" w:customStyle="1" w:styleId="ListDash1">
    <w:name w:val="List Dash 1"/>
    <w:basedOn w:val="Text1"/>
    <w:pPr>
      <w:numPr>
        <w:numId w:val="9"/>
      </w:numPr>
    </w:pPr>
  </w:style>
  <w:style w:type="paragraph" w:customStyle="1" w:styleId="ListDash2">
    <w:name w:val="List Dash 2"/>
    <w:basedOn w:val="Text2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2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pPr>
      <w:numPr>
        <w:numId w:val="14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7"/>
      </w:numPr>
    </w:pPr>
  </w:style>
  <w:style w:type="paragraph" w:customStyle="1" w:styleId="TOCHeading1">
    <w:name w:val="TOC Heading1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Pr>
      <w:color w:val="800080"/>
      <w:u w:val="single"/>
      <w:lang w:val="en-GB" w:eastAsia="en-GB"/>
    </w:rPr>
  </w:style>
  <w:style w:type="paragraph" w:customStyle="1" w:styleId="DisclaimerSJ">
    <w:name w:val="Disclaimer_SJ"/>
    <w:basedOn w:val="Normal"/>
    <w:next w:val="Normal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620AF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rsid w:val="00620AF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character" w:styleId="Hyperlink">
    <w:name w:val="Hyperlink"/>
    <w:rsid w:val="00620AF0"/>
    <w:rPr>
      <w:color w:val="0000FF"/>
      <w:u w:val="single"/>
      <w:lang w:val="en-GB" w:eastAsia="en-GB"/>
    </w:rPr>
  </w:style>
  <w:style w:type="character" w:styleId="FootnoteReference">
    <w:name w:val="footnote reference"/>
    <w:aliases w:val="Ref,de nota al pie,Voetnootmarkering1,Footnote Reference Superscript,Footnote symbol,Times 10 Point,Exposant 3 Point,Appel note de bas de p,PBO Footnote Reference,FR + (Complex) Arial,(Latin) 9 pt,(Complex) 10 pt + (Compl..."/>
    <w:uiPriority w:val="99"/>
    <w:rsid w:val="00620AF0"/>
    <w:rPr>
      <w:vertAlign w:val="superscript"/>
      <w:lang w:val="en-GB" w:eastAsia="en-GB"/>
    </w:rPr>
  </w:style>
  <w:style w:type="table" w:styleId="TableGrid">
    <w:name w:val="Table Grid"/>
    <w:basedOn w:val="TableNormal"/>
    <w:rsid w:val="00393B89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40966"/>
  </w:style>
  <w:style w:type="character" w:customStyle="1" w:styleId="msoins0">
    <w:name w:val="msoins"/>
    <w:rsid w:val="0089471E"/>
    <w:rPr>
      <w:color w:val="008080"/>
      <w:u w:val="single"/>
      <w:lang w:val="en-GB" w:eastAsia="en-GB"/>
    </w:rPr>
  </w:style>
  <w:style w:type="paragraph" w:customStyle="1" w:styleId="Default">
    <w:name w:val="Default"/>
    <w:rsid w:val="008947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EA41B5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A41B5"/>
    <w:rPr>
      <w:rFonts w:ascii="Tahoma" w:hAnsi="Tahoma" w:cs="Tahoma"/>
      <w:sz w:val="16"/>
      <w:szCs w:val="16"/>
      <w:lang w:val="en-GB" w:eastAsia="en-GB"/>
    </w:rPr>
  </w:style>
  <w:style w:type="character" w:styleId="CommentReference">
    <w:name w:val="annotation reference"/>
    <w:rsid w:val="00F0022A"/>
    <w:rPr>
      <w:sz w:val="16"/>
      <w:szCs w:val="16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F0022A"/>
    <w:rPr>
      <w:b/>
      <w:bCs/>
    </w:rPr>
  </w:style>
  <w:style w:type="character" w:customStyle="1" w:styleId="CommentTextChar">
    <w:name w:val="Comment Text Char"/>
    <w:link w:val="CommentText"/>
    <w:semiHidden/>
    <w:rsid w:val="00F0022A"/>
    <w:rPr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rsid w:val="00F0022A"/>
    <w:rPr>
      <w:lang w:val="en-GB" w:eastAsia="en-GB"/>
    </w:rPr>
  </w:style>
  <w:style w:type="paragraph" w:styleId="ListParagraph">
    <w:name w:val="List Paragraph"/>
    <w:basedOn w:val="Normal"/>
    <w:uiPriority w:val="34"/>
    <w:qFormat/>
    <w:rsid w:val="00A77228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yiv718909728msonormal">
    <w:name w:val="yiv718909728msonormal"/>
    <w:basedOn w:val="Normal"/>
    <w:rsid w:val="00CA49E3"/>
    <w:pPr>
      <w:spacing w:before="100" w:beforeAutospacing="1" w:after="100" w:afterAutospacing="1"/>
      <w:jc w:val="left"/>
    </w:pPr>
    <w:rPr>
      <w:szCs w:val="24"/>
    </w:rPr>
  </w:style>
  <w:style w:type="paragraph" w:customStyle="1" w:styleId="CM4">
    <w:name w:val="CM4"/>
    <w:basedOn w:val="Default"/>
    <w:next w:val="Default"/>
    <w:uiPriority w:val="99"/>
    <w:rsid w:val="00E77468"/>
  </w:style>
  <w:style w:type="paragraph" w:styleId="Revision">
    <w:name w:val="Revision"/>
    <w:hidden/>
    <w:uiPriority w:val="99"/>
    <w:semiHidden/>
    <w:rsid w:val="00D55CC9"/>
    <w:rPr>
      <w:sz w:val="24"/>
    </w:rPr>
  </w:style>
  <w:style w:type="character" w:customStyle="1" w:styleId="FootnoteTextChar">
    <w:name w:val="Footnote Text Char"/>
    <w:aliases w:val="FA Fußnotentext Char,Fußnotentext Char1 Char1,Fußnotentext Char Char Char,Fußnotentext Char1 Char Char,Fußnotentext Char Char Char Char Char Char,Fußnotentext Char Char Char Char Char1,Fußnotentext Char Char Char Char1 Char,Char Char"/>
    <w:link w:val="FootnoteText"/>
    <w:uiPriority w:val="99"/>
    <w:rsid w:val="00E35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7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9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1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372D0-CA56-4165-9906-2CADFA4B8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55</TotalTime>
  <Pages>4</Pages>
  <Words>449</Words>
  <Characters>2316</Characters>
  <Application>Microsoft Office Word</Application>
  <DocSecurity>0</DocSecurity>
  <PresentationFormat>Microsoft Word 11.0</PresentationFormat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Call for expression of interest for Support Officers at the BEREC Office</vt:lpstr>
      <vt:lpstr>DRAFT Vacancy for a Head of Programme Management function (TA - Grade AD9)</vt:lpstr>
    </vt:vector>
  </TitlesOfParts>
  <Company>BEREC Office</Company>
  <LinksUpToDate>false</LinksUpToDate>
  <CharactersWithSpaces>2760</CharactersWithSpaces>
  <SharedDoc>false</SharedDoc>
  <HLinks>
    <vt:vector size="48" baseType="variant">
      <vt:variant>
        <vt:i4>6357109</vt:i4>
      </vt:variant>
      <vt:variant>
        <vt:i4>15</vt:i4>
      </vt:variant>
      <vt:variant>
        <vt:i4>0</vt:i4>
      </vt:variant>
      <vt:variant>
        <vt:i4>5</vt:i4>
      </vt:variant>
      <vt:variant>
        <vt:lpwstr>http://www.europass.cedefop.europa.eu/</vt:lpwstr>
      </vt:variant>
      <vt:variant>
        <vt:lpwstr/>
      </vt:variant>
      <vt:variant>
        <vt:i4>6357109</vt:i4>
      </vt:variant>
      <vt:variant>
        <vt:i4>12</vt:i4>
      </vt:variant>
      <vt:variant>
        <vt:i4>0</vt:i4>
      </vt:variant>
      <vt:variant>
        <vt:i4>5</vt:i4>
      </vt:variant>
      <vt:variant>
        <vt:lpwstr>http://www.europass.cedefop.europa.eu/</vt:lpwstr>
      </vt:variant>
      <vt:variant>
        <vt:lpwstr/>
      </vt:variant>
      <vt:variant>
        <vt:i4>7077934</vt:i4>
      </vt:variant>
      <vt:variant>
        <vt:i4>9</vt:i4>
      </vt:variant>
      <vt:variant>
        <vt:i4>0</vt:i4>
      </vt:variant>
      <vt:variant>
        <vt:i4>5</vt:i4>
      </vt:variant>
      <vt:variant>
        <vt:lpwstr>http://eur-lex.europa.eu/LexUriServ/LexUriServ.do?uri=CONSLEG:1962R0031:20140101:EN:PDF</vt:lpwstr>
      </vt:variant>
      <vt:variant>
        <vt:lpwstr/>
      </vt:variant>
      <vt:variant>
        <vt:i4>2883655</vt:i4>
      </vt:variant>
      <vt:variant>
        <vt:i4>6</vt:i4>
      </vt:variant>
      <vt:variant>
        <vt:i4>0</vt:i4>
      </vt:variant>
      <vt:variant>
        <vt:i4>5</vt:i4>
      </vt:variant>
      <vt:variant>
        <vt:lpwstr>mailto:recruitment@berec.europa.eu</vt:lpwstr>
      </vt:variant>
      <vt:variant>
        <vt:lpwstr/>
      </vt:variant>
      <vt:variant>
        <vt:i4>2883655</vt:i4>
      </vt:variant>
      <vt:variant>
        <vt:i4>3</vt:i4>
      </vt:variant>
      <vt:variant>
        <vt:i4>0</vt:i4>
      </vt:variant>
      <vt:variant>
        <vt:i4>5</vt:i4>
      </vt:variant>
      <vt:variant>
        <vt:lpwstr>mailto:recruitment@berec.europa.eu</vt:lpwstr>
      </vt:variant>
      <vt:variant>
        <vt:lpwstr/>
      </vt:variant>
      <vt:variant>
        <vt:i4>6553657</vt:i4>
      </vt:variant>
      <vt:variant>
        <vt:i4>0</vt:i4>
      </vt:variant>
      <vt:variant>
        <vt:i4>0</vt:i4>
      </vt:variant>
      <vt:variant>
        <vt:i4>5</vt:i4>
      </vt:variant>
      <vt:variant>
        <vt:lpwstr>http://berec.europa.eu/</vt:lpwstr>
      </vt:variant>
      <vt:variant>
        <vt:lpwstr/>
      </vt:variant>
      <vt:variant>
        <vt:i4>7077934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http://eur-lex.europa.eu/LexUriServ/LexUriServ.do?uri=CONSLEG:1962R0031:20140101:EN:PDF</vt:lpwstr>
      </vt:variant>
      <vt:variant>
        <vt:lpwstr/>
      </vt:variant>
      <vt:variant>
        <vt:i4>7012404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http://europass.cedefop.europa.eu/htm/index.htm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expression of interest for Support Officers at the BEREC Office</dc:title>
  <dc:subject>MC;NOTC;16;BEREC/2016/02;2016.07.14</dc:subject>
  <dc:creator/>
  <cp:keywords>The BEREC Office is launching a selection procedure aimed to establish a pool of suitable contract agents in different profiles. Qualified, flexible and dynamic professionals are encouraged to apply. Applications should be sent only by e-mail to: recruitment@berec.europa.eu . The reference (BEREC/2016/02 Support Officer) must always be indicated in the subject line of e-mails. The deadline is 26/08/2016 at 12:00 (midday) Riga time (11:00 a.m. Central European Time).</cp:keywords>
  <cp:lastModifiedBy>Giacomo IMPELLIZZERI</cp:lastModifiedBy>
  <cp:revision>9</cp:revision>
  <cp:lastPrinted>2016-05-20T07:11:00Z</cp:lastPrinted>
  <dcterms:created xsi:type="dcterms:W3CDTF">2016-07-04T06:25:00Z</dcterms:created>
  <dcterms:modified xsi:type="dcterms:W3CDTF">2016-07-15T12:05:00Z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4.1.6.3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[20070312]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Colasanti - RH</vt:lpwstr>
  </property>
  <property fmtid="{D5CDD505-2E9C-101B-9397-08002B2CF9AE}" pid="9" name="Type">
    <vt:lpwstr>Eurolook Note &amp; Letter</vt:lpwstr>
  </property>
  <property fmtid="{D5CDD505-2E9C-101B-9397-08002B2CF9AE}" pid="10" name="Language">
    <vt:lpwstr>EN</vt:lpwstr>
  </property>
  <property fmtid="{D5CDD505-2E9C-101B-9397-08002B2CF9AE}" pid="11" name="EL_Language">
    <vt:lpwstr>EN</vt:lpwstr>
  </property>
</Properties>
</file>